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D4C6C" w14:textId="77777777" w:rsidR="00D226C2" w:rsidRPr="00D226C2" w:rsidRDefault="00D226C2" w:rsidP="00D226C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226C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SARS-CoV-2/human/USA/CA-CDC-FG-186244/2021, complete genome</w:t>
      </w:r>
    </w:p>
    <w:p w14:paraId="4AA98AA0" w14:textId="77777777" w:rsidR="00D226C2" w:rsidRPr="00D226C2" w:rsidRDefault="00D226C2" w:rsidP="00D226C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226C2">
        <w:rPr>
          <w:rFonts w:ascii="ＭＳ Ｐゴシック" w:eastAsia="ＭＳ Ｐゴシック" w:hAnsi="ＭＳ Ｐゴシック" w:cs="ＭＳ Ｐゴシック"/>
          <w:kern w:val="0"/>
          <w:sz w:val="24"/>
        </w:rPr>
        <w:t>GenBank: OL896986.1</w:t>
      </w:r>
    </w:p>
    <w:p w14:paraId="6537E93A" w14:textId="77777777" w:rsidR="00D226C2" w:rsidRPr="00D226C2" w:rsidRDefault="00D226C2" w:rsidP="00D226C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226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226C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"https://www.ncbi.nlm.nih.gov/nuccore/OL896986.1?report=fasta" </w:instrText>
      </w:r>
      <w:r w:rsidRPr="00D226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226C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226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226C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226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226C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"https://www.ncbi.nlm.nih.gov/nuccore/OL896986.1?report=graph" </w:instrText>
      </w:r>
      <w:r w:rsidRPr="00D226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226C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226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226C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L896986.1"/>
    <w:bookmarkEnd w:id="1"/>
    <w:p w14:paraId="2CFB3AC7" w14:textId="77777777" w:rsidR="00D226C2" w:rsidRPr="00D226C2" w:rsidRDefault="00D226C2" w:rsidP="00D226C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226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226C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"https://www.ncbi.nlm.nih.gov/nuccore/OL896986.1" \l "goto2166950136_0" </w:instrText>
      </w:r>
      <w:r w:rsidRPr="00D226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226C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226C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D0A9C9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>LOCUS       OL896986               29786 bp    RNA     linear   VRL 17-DEC-2021</w:t>
      </w:r>
    </w:p>
    <w:p w14:paraId="5B2529F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BC7A08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SARS-CoV-2/human/USA/CA-CDC-FG-186244/2021, complete genome.</w:t>
      </w:r>
    </w:p>
    <w:p w14:paraId="7467276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>ACCESSION   OL896986</w:t>
      </w:r>
    </w:p>
    <w:p w14:paraId="3460512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>VERSION     OL896986.1</w:t>
      </w:r>
    </w:p>
    <w:p w14:paraId="6E15DC7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"https://www.ncbi.nlm.nih.gov/bioproject/PRJNA731152"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PRJNA731152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7B7D43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25610A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ACAF25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6BF317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FD8AD6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681B4E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905728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29786)</w:t>
      </w:r>
    </w:p>
    <w:p w14:paraId="5108A8B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43D93B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95839B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Gao,H., Li,M.,</w:t>
      </w:r>
    </w:p>
    <w:p w14:paraId="28AA9C0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Gao,J., Fierro,J., Sapra,B., Tsai,B., Meng,Y., Ng,D., Xie,J.,</w:t>
      </w:r>
    </w:p>
    <w:p w14:paraId="342FEEF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2DEF455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F43B24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31B5D4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29786)</w:t>
      </w:r>
    </w:p>
    <w:p w14:paraId="7BD666E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B376EE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8A7A2C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Gao,H., Li,M.,</w:t>
      </w:r>
    </w:p>
    <w:p w14:paraId="621BE7E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Gao,J., Fierro,J., Sapra,B., Tsai,B., Meng,Y., Ng,D., Xie,J.,</w:t>
      </w:r>
    </w:p>
    <w:p w14:paraId="639BA92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65B55E7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9F6BE0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(17-DEC-2021) Respiratory Viruses Branch, Division of</w:t>
      </w:r>
    </w:p>
    <w:p w14:paraId="09E4B32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25B9202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A135B3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L896986.1"/>
      <w:bookmarkStart w:id="3" w:name="feature_OL896986.1"/>
      <w:bookmarkEnd w:id="2"/>
      <w:bookmarkEnd w:id="3"/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39F787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source          1..29786</w:t>
      </w:r>
    </w:p>
    <w:p w14:paraId="77DE4AF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5EFEE9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0A08AC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9F95E3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/isolate="SARS-CoV-2/human/USA/CA-CDC-FG-186244/2021"</w:t>
      </w:r>
    </w:p>
    <w:p w14:paraId="5EA0675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4AA8F6D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F11844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0D1F5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California"</w:t>
      </w:r>
    </w:p>
    <w:p w14:paraId="087739C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/collection_date="2021-12-06"</w:t>
      </w:r>
    </w:p>
    <w:p w14:paraId="60EF2DA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"https://www.ncbi.nlm.nih.gov/nuccore/OL896986.1?from=229&amp;to=21506"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229..21506</w:t>
      </w:r>
    </w:p>
    <w:p w14:paraId="52B639C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D35B4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"https://www.ncbi.nlm.nih.gov/nuccore/OL896986.1?location=229:13419,13419:21506"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join(229..13419,13419..21506)</w:t>
      </w:r>
    </w:p>
    <w:p w14:paraId="4E61F11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6BA71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2F6417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39AAA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B5576C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"https://www.ncbi.nlm.nih.gov/protein/2166950137"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UHB27719.1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BA988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979F33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673869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8FEA54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C17292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F93666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4CC936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74088C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1CCEFE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E1C12B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606A6E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83D29F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D80620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13D198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00852F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A6487C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DB8DAC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7AD815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648F02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730FAE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D17473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114D3C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70DC40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626EE4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E90058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LAHAEETRKLMPVCVETKAIVSTIQRKYKGIKIQEGVVDYGARFYFYTSKTTVASLIN</w:t>
      </w:r>
    </w:p>
    <w:p w14:paraId="063160C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F5A0CA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CA5420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AE2158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E619F5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22B5DC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4BA18A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24F90E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1770BD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F0F199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1559CE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C705AA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D52764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F8FB31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6D76A6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118D4F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0AEFDB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4493F1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90604E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6F6BBE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29275C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7BD921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E9934D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68C414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DB1AE6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47C0B7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5D1C09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AD6E05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06A126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05098E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F06216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93BECF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AFDBDC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367630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04EB93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72368B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475EFA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B76CC9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793227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PSLATVAYFNMVYMPASWVMRIMTWLDMVDTSFKLKDCVMYASAVVLLILMTARTXYD</w:t>
      </w:r>
    </w:p>
    <w:p w14:paraId="129EA4E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B29BC3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B26529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EFRYMNSQGLLPPKNSIDAFKLNIKLLGVGGKPCIKVATVQSKMSDVKCTSVVLLSVL</w:t>
      </w:r>
    </w:p>
    <w:p w14:paraId="483B1EC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F18B3C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1B599F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EE01C7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6B1514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B89073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2E66F6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D4D3CA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71DACC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8798EA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A637AE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756E097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96EF50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0B9CCC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2F0D41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C05573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3F093A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5F5E66E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39FA7C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EF5608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684FAF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69C294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FE92D7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F81F47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78B4E1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63FCDA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8C15ED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D5FB8B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C3E2C2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831C98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90D6B1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2D2B89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9001AC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410E8C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7C0523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381E31E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96CB69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AA6AD7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75A18A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671B29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2DDFDF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9659B4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HDIGNPKAIKCVPQADVEWKFYDAQPCSDKAYKIEELFYSYATHSDKFTDGVCLFWNC</w:t>
      </w:r>
    </w:p>
    <w:p w14:paraId="1A03518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C5C8F1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5EA9C1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473927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0C6FD8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CFA030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E52361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2F14DE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E461F9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337803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33E579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9B3B3C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E054E7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C9FC4E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852C3F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"https://www.ncbi.nlm.nih.gov/protein/UHB27719.1?from=1&amp;to=180"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229..768</w:t>
      </w:r>
    </w:p>
    <w:p w14:paraId="1A359F7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33A16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5C49C7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"https://www.ncbi.nlm.nih.gov/protein/UHB27719.1?from=181&amp;to=818"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769..2682</w:t>
      </w:r>
    </w:p>
    <w:p w14:paraId="72B3D1E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88861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B8D5E9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"https://www.ncbi.nlm.nih.gov/protein/UHB27719.1?from=819&amp;to=2762"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2683..8514</w:t>
      </w:r>
    </w:p>
    <w:p w14:paraId="0972F49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1F0D7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455682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"https://www.ncbi.nlm.nih.gov/protein/UHB27719.1?from=2763&amp;to=3262"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8515..10014</w:t>
      </w:r>
    </w:p>
    <w:p w14:paraId="4B8A522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7F5B4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4DE290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"https://www.ncbi.nlm.nih.gov/protein/UHB27719.1?from=3263&amp;to=3568"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10015..10932</w:t>
      </w:r>
    </w:p>
    <w:p w14:paraId="09D806A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82D3F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90A41D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"https://www.ncbi.nlm.nih.gov/protein/UHB27719.1?from=3569&amp;to=3855"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10933..11793</w:t>
      </w:r>
    </w:p>
    <w:p w14:paraId="398B79F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D1E0E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CAEBDC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"https://www.ncbi.nlm.nih.gov/protein/UHB27719.1?from=3856&amp;to=3938"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11794..12042</w:t>
      </w:r>
    </w:p>
    <w:p w14:paraId="46B3B21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C50A8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031D0E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"https://www.ncbi.nlm.nih.gov/protein/UHB27719.1?from=3939&amp;to=4136"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12043..12636</w:t>
      </w:r>
    </w:p>
    <w:p w14:paraId="1227410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F7462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749F68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"https://www.ncbi.nlm.nih.gov/protein/UHB27719.1?from=4137&amp;to=4249"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12637..12975</w:t>
      </w:r>
    </w:p>
    <w:p w14:paraId="4B8347D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686C1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F064A9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"https://www.ncbi.nlm.nih.gov/protein/UHB27719.1?from=4250&amp;to=4388"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12976..13392</w:t>
      </w:r>
    </w:p>
    <w:p w14:paraId="5F67BC0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A5FFB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04EC8E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"https://www.ncbi.nlm.nih.gov/protein/UHB27719.1?from=4389&amp;to=5320"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join(13393..13419,13419..16187)</w:t>
      </w:r>
    </w:p>
    <w:p w14:paraId="497ED23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54331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638FDC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"https://www.ncbi.nlm.nih.gov/protein/UHB27719.1?from=5321&amp;to=5921"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16188..17990</w:t>
      </w:r>
    </w:p>
    <w:p w14:paraId="436BAD6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E73B0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5D05EC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"https://www.ncbi.nlm.nih.gov/protein/UHB27719.1?from=5922&amp;to=6448"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17991..19571</w:t>
      </w:r>
    </w:p>
    <w:p w14:paraId="25CFB21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F0A52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9FC9FD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"https://www.ncbi.nlm.nih.gov/protein/UHB27719.1?from=6449&amp;to=6794"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19572..20609</w:t>
      </w:r>
    </w:p>
    <w:p w14:paraId="7B8D9AD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79A40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F96D23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"https://www.ncbi.nlm.nih.gov/protein/UHB27719.1?from=6795&amp;to=7092"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20610..21503</w:t>
      </w:r>
    </w:p>
    <w:p w14:paraId="280ABBB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CFDCA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751D57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"https://www.ncbi.nlm.nih.gov/nuccore/OL896986.1?from=229&amp;to=13434"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229..13434</w:t>
      </w:r>
    </w:p>
    <w:p w14:paraId="29769F9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D5B65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C0972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A725B9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"https://www.ncbi.nlm.nih.gov/protein/2166950138"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UHB27720.1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30E68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F08C31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E31922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EC1274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30DB14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F56D7B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19F83E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F93A2E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DDE944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EEA248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788419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149CD2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750E02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4B544B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918F71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DCB2CE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687739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56931A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FA1D0E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DD8A2A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3AE403D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873DA3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F86858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6BCA1C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D97D35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494A93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62BBA2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69165F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300F7D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72FCCE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FD50B7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B26BC7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819C77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006526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D945DE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FE29BD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38160C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56B35D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CFD811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44E8FE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4F4238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503E73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1CA9F9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558757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DA000E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E4F2BC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E4F625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67D40E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E30DEA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3DB621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250200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6E8403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6F4823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D34F2C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352212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0CF51E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C85D83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5C5ADB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BA74F8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CA2D16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D480A7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FC79F2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DMCASLKELLQNGMNGRTILGSALLEDEFTPFDVVRQCSGVTFQSAVKRTIKGTHHWL</w:t>
      </w:r>
    </w:p>
    <w:p w14:paraId="1832508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D48E47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PSLATVAYFNMVYMPASWVMRIMTWLDMVDTSFKLKDCVMYASAVVLLILMTARTXYD</w:t>
      </w:r>
    </w:p>
    <w:p w14:paraId="5071D91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AA206B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4E99A7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0D883B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D425A0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5838D4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2CF265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FFDEF9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BDDE2A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A4CF65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592262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2CE0D1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5D824C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6008042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"https://www.ncbi.nlm.nih.gov/protein/UHB27720.1?from=1&amp;to=180"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229..768</w:t>
      </w:r>
    </w:p>
    <w:p w14:paraId="2E94B49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E1164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B21046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"https://www.ncbi.nlm.nih.gov/protein/UHB27720.1?from=181&amp;to=818"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769..2682</w:t>
      </w:r>
    </w:p>
    <w:p w14:paraId="6CB1BB8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731B9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FF6D7C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"https://www.ncbi.nlm.nih.gov/protein/UHB27720.1?from=819&amp;to=2762"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2683..8514</w:t>
      </w:r>
    </w:p>
    <w:p w14:paraId="4BC00E3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EDF43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0BE266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"https://www.ncbi.nlm.nih.gov/protein/UHB27720.1?from=2763&amp;to=3262"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8515..10014</w:t>
      </w:r>
    </w:p>
    <w:p w14:paraId="59D47AD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7944C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250426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"https://www.ncbi.nlm.nih.gov/protein/UHB27720.1?from=3263&amp;to=3568"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10015..10932</w:t>
      </w:r>
    </w:p>
    <w:p w14:paraId="2C0F9D5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14EAF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3874BC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"https://www.ncbi.nlm.nih.gov/protein/UHB27720.1?from=3569&amp;to=3855"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10933..11793</w:t>
      </w:r>
    </w:p>
    <w:p w14:paraId="68727B0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E70A8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C8A782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"https://www.ncbi.nlm.nih.gov/protein/UHB27720.1?from=3856&amp;to=3938"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11794..12042</w:t>
      </w:r>
    </w:p>
    <w:p w14:paraId="472FB3E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16637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1F19F7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"https://www.ncbi.nlm.nih.gov/protein/UHB27720.1?from=3939&amp;to=4136"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12043..12636</w:t>
      </w:r>
    </w:p>
    <w:p w14:paraId="3D7EB78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52703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2A8734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"https://www.ncbi.nlm.nih.gov/protein/UHB27720.1?from=4137&amp;to=4249"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12637..12975</w:t>
      </w:r>
    </w:p>
    <w:p w14:paraId="635A6D1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16E09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/product="nsp9"</w:t>
      </w:r>
    </w:p>
    <w:p w14:paraId="4BB302A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"https://www.ncbi.nlm.nih.gov/protein/UHB27720.1?from=4250&amp;to=4388"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12976..13392</w:t>
      </w:r>
    </w:p>
    <w:p w14:paraId="2D78CB6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20245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21F8D2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"https://www.ncbi.nlm.nih.gov/protein/UHB27720.1?from=4389&amp;to=4401"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13393..13431</w:t>
      </w:r>
    </w:p>
    <w:p w14:paraId="0F76DFB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7070E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AA92CF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"https://www.ncbi.nlm.nih.gov/nuccore/OL896986.1?from=13427&amp;to=13454"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13427..13454</w:t>
      </w:r>
    </w:p>
    <w:p w14:paraId="672E8C5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C9ED0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097B53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7108A8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"https://www.ncbi.nlm.nih.gov/nuccore/OL896986.1?from=13439&amp;to=13493"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13439..13493</w:t>
      </w:r>
    </w:p>
    <w:p w14:paraId="30A00F3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7403E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8C574E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A21A0A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"https://www.ncbi.nlm.nih.gov/nuccore/OL896986.1?from=21514&amp;to=25317"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21514..25317</w:t>
      </w:r>
    </w:p>
    <w:p w14:paraId="171DC48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C08FA9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"https://www.ncbi.nlm.nih.gov/nuccore/OL896986.1?from=21514&amp;to=25317"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21514..25317</w:t>
      </w:r>
    </w:p>
    <w:p w14:paraId="2F81FEE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91D60A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11B3F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D33027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"https://www.ncbi.nlm.nih.gov/protein/2166950139"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UHB27721.1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F3993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4493C4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89A483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1D0FFF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CTFEYVSQPFLMDLEGKQGNFKNLREFVFKNIDGYFKIYSKHTPIIVRDLPQGFSALE</w:t>
      </w:r>
    </w:p>
    <w:p w14:paraId="79F91B2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PLVDLPIGINITRFQTLLALHRSYLTPGDSSSGWTAGAAAYYVGYLQPRTFLLKYNEN</w:t>
      </w:r>
    </w:p>
    <w:p w14:paraId="6493480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GTITDAVDCALDPLSETKCTLKSFTVEKGIYQTSNFRVQPTESIVRFPNITNLCPFDE</w:t>
      </w:r>
    </w:p>
    <w:p w14:paraId="01405DC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VFNATRFASVYAWNRKRISNCVADYSVLYNLAPFFTFKCYGVSPTKLNDLCFTNVYAD</w:t>
      </w:r>
    </w:p>
    <w:p w14:paraId="1D59D46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SFVIRGDEVRQIAPGQTGNIADYNYKLPDDFTGCVIAWNSNKLDSKVSGNYNYLYRLF</w:t>
      </w:r>
    </w:p>
    <w:p w14:paraId="1A36A06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RKSNLKPFERDISTEIYQAGNKPCNGVAGFNCYFPLRSYSFRPTYGVGHQPYRVVVLS</w:t>
      </w:r>
    </w:p>
    <w:p w14:paraId="3CB56A9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FELLHAPATVCGPKKSTNLVKNKCVNFNFNGLKGTGVLTESNKKFLPFQQFGRDIADT</w:t>
      </w:r>
    </w:p>
    <w:p w14:paraId="16C74E7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TDAVRDPQTLEILDITPCSFGGVSVITPGTNTSNQVAVLYQGVNCTEVPVAIHADQLT</w:t>
      </w:r>
    </w:p>
    <w:p w14:paraId="771A8D3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PTWRVYSTGSNVFQTRAGCLIGAEYVNNSYECDIPIGAGICASYQTQTKSHRRARSVA</w:t>
      </w:r>
    </w:p>
    <w:p w14:paraId="50A84A3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SQSIIAYTMSLGAENSVAYSNNSIAIPTNFTISVTTEILPVSMTKTSVDCTMYICGDS</w:t>
      </w:r>
    </w:p>
    <w:p w14:paraId="6334656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TECSNLLLQYGSFCTQLKRALTGIAVEQDKNTQEVFAQVKQIYKTPPIKYFGGFNFSQ</w:t>
      </w:r>
    </w:p>
    <w:p w14:paraId="6C23853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ILPDPSKPSKRSFIEDLLFNKVTLADAGFIKQYGDCLGDIAARDLICAQKFKGLTVLP</w:t>
      </w:r>
    </w:p>
    <w:p w14:paraId="29BBB7C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PLLTDEMIAQYTSALLAGTITSGWTFGAGAALQIPFAMQMAYRFNGIGVTQNVLYENQ</w:t>
      </w:r>
    </w:p>
    <w:p w14:paraId="21850FF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KLIANQFNSAIGKIQDSLSSTASALGKLQDVVNHNAQALNTLVKQLSSKFGAISSVLN</w:t>
      </w:r>
    </w:p>
    <w:p w14:paraId="08C1B6E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DIFSRLDKVEAEVQIDRLITGRLQSLQTYVTQQLIRAAEIRASANLAATKMSECVLGQ</w:t>
      </w:r>
    </w:p>
    <w:p w14:paraId="0A922BF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SKRVDFCGKGYHLMSFPQSAPHGVVFLHVTYVPAQEKNFTTAPAICHDGKAHFPREGV</w:t>
      </w:r>
    </w:p>
    <w:p w14:paraId="24AD3BC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FVSNGTHWFVTQRNFYEPQIITTDNTFVSGNCDVVIGIVNNTVYDPLQPELDSFKEEL</w:t>
      </w:r>
    </w:p>
    <w:p w14:paraId="24DA4E9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DKYFKNHTSPDVDLGDISGINASVVNIQKEIDRLNEVAKNLNESLIDLQELGKYEQYI</w:t>
      </w:r>
    </w:p>
    <w:p w14:paraId="66055A1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KWPWYIWLGFIAGLIAIVMVTIMLCCMTSCCSCLKGCCSCGSCCKFDEDDSEPVLKGV</w:t>
      </w:r>
    </w:p>
    <w:p w14:paraId="765DBB0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KLHYT"</w:t>
      </w:r>
    </w:p>
    <w:p w14:paraId="04DE09B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"https://www.ncbi.nlm.nih.gov/nuccore/OL896986.1?from=25326&amp;to=26153"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25326..26153</w:t>
      </w:r>
    </w:p>
    <w:p w14:paraId="55276E3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4BD4CA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"https://www.ncbi.nlm.nih.gov/nuccore/OL896986.1?from=25326&amp;to=26153"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25326..26153</w:t>
      </w:r>
    </w:p>
    <w:p w14:paraId="4D31FCA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1B7758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249F7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606C03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"https://www.ncbi.nlm.nih.gov/protein/2166950140"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UHB27722.1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09075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16AD2F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A2C497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200A234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FF75F1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007AD1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"https://www.ncbi.nlm.nih.gov/nuccore/OL896986.1?from=26178&amp;to=26405"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26178..26405</w:t>
      </w:r>
    </w:p>
    <w:p w14:paraId="11889DA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115F0E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"https://www.ncbi.nlm.nih.gov/nuccore/OL896986.1?from=26178&amp;to=26405"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26178..26405</w:t>
      </w:r>
    </w:p>
    <w:p w14:paraId="01C6CB5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272CBA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FA93D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00774D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"https://www.ncbi.nlm.nih.gov/protein/2166950141"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UHB27723.1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1ABAC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17CD14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C75F20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"https://www.ncbi.nlm.nih.gov/nuccore/OL896986.1?from=26456&amp;to=27124"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26456..27124</w:t>
      </w:r>
    </w:p>
    <w:p w14:paraId="63D2D0D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9A2508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"https://www.ncbi.nlm.nih.gov/nuccore/OL896986.1?from=26456&amp;to=27124"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26456..27124</w:t>
      </w:r>
    </w:p>
    <w:p w14:paraId="52F6FF2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8A7BEB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4CE8E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F90692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"https://www.ncbi.nlm.nih.gov/protein/2166950142"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UHB27724.1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1F82B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DE790F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7B1E4F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EAACF1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9D8B2F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957DFA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"https://www.ncbi.nlm.nih.gov/nuccore/OL896986.1?from=27135&amp;to=27320"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27135..27320</w:t>
      </w:r>
    </w:p>
    <w:p w14:paraId="0B2B6BE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BD8124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"https://www.ncbi.nlm.nih.gov/nuccore/OL896986.1?from=27135&amp;to=27320"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27135..27320</w:t>
      </w:r>
    </w:p>
    <w:p w14:paraId="4B42FE7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428398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33A8E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6E3EDA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"https://www.ncbi.nlm.nih.gov/protein/2166950143"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UHB27725.1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21E99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D0AA38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C30B7A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"https://www.ncbi.nlm.nih.gov/nuccore/OL896986.1?from=27327&amp;to=27692"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27327..27692</w:t>
      </w:r>
    </w:p>
    <w:p w14:paraId="040174E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6EDA9F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"https://www.ncbi.nlm.nih.gov/nuccore/OL896986.1?from=27327&amp;to=27692"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27327..27692</w:t>
      </w:r>
    </w:p>
    <w:p w14:paraId="269E347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E50450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74D81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591B25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"https://www.ncbi.nlm.nih.gov/protein/2166950144"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UHB27726.1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733C8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CE5ABC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1FB0B7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6F3B3E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"https://www.ncbi.nlm.nih.gov/nuccore/OL896986.1?from=27689&amp;to=27820"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27689..27820</w:t>
      </w:r>
    </w:p>
    <w:p w14:paraId="2E49F02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58DC67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"https://www.ncbi.nlm.nih.gov/nuccore/OL896986.1?from=27689&amp;to=27820"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27689..27820</w:t>
      </w:r>
    </w:p>
    <w:p w14:paraId="0B0421C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890482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2DB66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EBA340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"https://www.ncbi.nlm.nih.gov/protein/2166950145"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UHB27727.1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6BB2E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6BA722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"https://www.ncbi.nlm.nih.gov/nuccore/OL896986.1?from=27827&amp;to=28192"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27827..28192</w:t>
      </w:r>
    </w:p>
    <w:p w14:paraId="19B9104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BB2B87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"https://www.ncbi.nlm.nih.gov/nuccore/OL896986.1?from=27827&amp;to=28192"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27827..28192</w:t>
      </w:r>
    </w:p>
    <w:p w14:paraId="425C191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23BF32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EC10E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B518A2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"https://www.ncbi.nlm.nih.gov/protein/2166950146"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UHB27728.1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2D7C9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610995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5D6C60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B78530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"https://www.ncbi.nlm.nih.gov/nuccore/OL896986.1?from=28207&amp;to=29457"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28207..29457</w:t>
      </w:r>
    </w:p>
    <w:p w14:paraId="02156AB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AABB30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"https://www.ncbi.nlm.nih.gov/nuccore/OL896986.1?from=28207&amp;to=29457"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28207..29457</w:t>
      </w:r>
    </w:p>
    <w:p w14:paraId="7800683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2A9FD4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67580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DA9C5D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"https://www.ncbi.nlm.nih.gov/protein/2166950147"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UHB27729.1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1777C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05B3A1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6CFE5D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0B2058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88B1FB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LLLDRLNQLESKMSGKGQQQQGQTVTKKSAAEASKKPRQKRTATKAYNVTQAFGRRGP</w:t>
      </w:r>
    </w:p>
    <w:p w14:paraId="1C4CFCF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090446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499BF1C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E96AC5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"https://www.ncbi.nlm.nih.gov/nuccore/OL896986.1?from=29482&amp;to=29598"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29482..29598</w:t>
      </w:r>
    </w:p>
    <w:p w14:paraId="755E720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3494A1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"https://www.ncbi.nlm.nih.gov/nuccore/OL896986.1?from=29482&amp;to=29598"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29482..29598</w:t>
      </w:r>
    </w:p>
    <w:p w14:paraId="6DAC1C3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EC324D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6A768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251C1B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"https://www.ncbi.nlm.nih.gov/protein/2166950148"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UHB27730.1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81EE9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4ABC20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"https://www.ncbi.nlm.nih.gov/nuccore/OL896986.1?from=29533&amp;to=29568"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29533..29568</w:t>
      </w:r>
    </w:p>
    <w:p w14:paraId="4C40050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F0CA52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328559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"https://www.ncbi.nlm.nih.gov/nuccore/OL896986.1?from=29553&amp;to=29581"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29553..29581</w:t>
      </w:r>
    </w:p>
    <w:p w14:paraId="2D68FAF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F71BA6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908592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"https://www.ncbi.nlm.nih.gov/nuccore/OL896986.1?from=29652&amp;to=29692" </w:instrTex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226C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29652..29692</w:t>
      </w:r>
    </w:p>
    <w:p w14:paraId="1052252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A685B8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08B33E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L896986.1"/>
      <w:bookmarkEnd w:id="4"/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aactttcgat ctcttgtaga tctgttctct aaacgaactt taaaatctgt gtggctgtca</w:t>
      </w:r>
    </w:p>
    <w:p w14:paraId="0752650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ctcggctgca tgcttagtgc actcacgcag tataattaat aactaattac tgtcgttgac</w:t>
      </w:r>
    </w:p>
    <w:p w14:paraId="7EF9B38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aggacacgag taactcgtct atcttctgca ggctgcttac ggtttcgtcc gtgttgcagc</w:t>
      </w:r>
    </w:p>
    <w:p w14:paraId="4C69058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cgatcatcag cacatctagg ttttgtccgg gtgtgaccga aaggtaagat ggagagcctt</w:t>
      </w:r>
    </w:p>
    <w:p w14:paraId="7406E56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gtccctggtt tcaacgagaa aacacacgtc caactcagtt tgcctgtttt acaggttcgc</w:t>
      </w:r>
    </w:p>
    <w:p w14:paraId="479AE7C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gacgtgctcg tacgtggctt tggagactcc gtggaggagg tcttatcaga ggcacgtcaa</w:t>
      </w:r>
    </w:p>
    <w:p w14:paraId="1CBA647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catcttaaag atggcacttg tggcttagta gaagttgaaa aaggcgtttt gcctcaactt</w:t>
      </w:r>
    </w:p>
    <w:p w14:paraId="35AD9C7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gaacagccct atgtgttcat caaacgttcg gatgctcgaa ctgcacctca tggtcatgtt</w:t>
      </w:r>
    </w:p>
    <w:p w14:paraId="6057B27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atggttgagc tggtagcaga actcgaaggc attcagtacg gtcgtagtgg tgagacactt</w:t>
      </w:r>
    </w:p>
    <w:p w14:paraId="1F66F63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ggtgtccttg tccctcatgt gggcgaaata ccagtggctt accgcaaggt tcttcttcgt</w:t>
      </w:r>
    </w:p>
    <w:p w14:paraId="4BFFAA0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aagaacggta ataaaggagc tggtggccat agttacggcg ccgatctaaa gtcatttgac</w:t>
      </w:r>
    </w:p>
    <w:p w14:paraId="2A2A2AB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ttaggcgacg agcttggcac tgatccttat gaagattttc aagaaaactg gaacactaaa</w:t>
      </w:r>
    </w:p>
    <w:p w14:paraId="2EB6022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catagcagtg gtgttacccg tgaactcatg cgtgagctta acggaggggc atacactcgc</w:t>
      </w:r>
    </w:p>
    <w:p w14:paraId="177D712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tatgtcgata acaacttctg tggccctgat ggctaccctc ttgagtgcat taaagacctt</w:t>
      </w:r>
    </w:p>
    <w:p w14:paraId="426BB17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ctagcacgtg ctggtaaagc ttcatgcact ttgtccgaac aactggactt tattgacact</w:t>
      </w:r>
    </w:p>
    <w:p w14:paraId="38845EE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aagaggggtg tatactgctg ccgtgaacat gagcatgaaa ttgcttggta cacggaacgt</w:t>
      </w:r>
    </w:p>
    <w:p w14:paraId="493985A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tctgaaaaga gctatgaatt gcagacacct tttgaaatta aattggcaaa gaaatttgac</w:t>
      </w:r>
    </w:p>
    <w:p w14:paraId="3EC856C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accttcaatg gggaatgtcc aaattttgta tttcccttaa attccataat caagactatt</w:t>
      </w:r>
    </w:p>
    <w:p w14:paraId="26B6736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caaccaaggg ttgaaaagaa aaagcttgat ggctttatgg gtagaattcg atctgtctat</w:t>
      </w:r>
    </w:p>
    <w:p w14:paraId="4075FF1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ccagttgcgt caccaaatga atgcaaccaa atgtgccttt caactctcat gaagtgtgat</w:t>
      </w:r>
    </w:p>
    <w:p w14:paraId="09C8434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cattgtggtg aaacttcatg gcagacgggc gattttgtta aagccacttg cgaattttgt</w:t>
      </w:r>
    </w:p>
    <w:p w14:paraId="62C951B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1261 ggcactgaga atttgactaa agaaggtgcc actacttgtg gttacttacc ccaaaatgct</w:t>
      </w:r>
    </w:p>
    <w:p w14:paraId="60515E7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gttgttaaaa tttattgtcc agcatgtcac aattcagaag taggacctga gcatagtctt</w:t>
      </w:r>
    </w:p>
    <w:p w14:paraId="2CA17B1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gccgaatacc ataatgaatc tggcttgaaa accattcttc gtaagggtgg tcgcactatt</w:t>
      </w:r>
    </w:p>
    <w:p w14:paraId="49FBA08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gcctttggag gctgtgtgtt ctcttatgtt ggttgccata acaagtgtgc ctattgggtt</w:t>
      </w:r>
    </w:p>
    <w:p w14:paraId="554A5B5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ccacgtgcta gcgctaacat aggttgtaac catacaggtg ttgttggaga aggttccgaa</w:t>
      </w:r>
    </w:p>
    <w:p w14:paraId="209E316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ggtcttaatg acaaccttct tgaaatactc caaaaagaga aagtcaacat caatattgtt</w:t>
      </w:r>
    </w:p>
    <w:p w14:paraId="6FDB1E3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ggtgacttta aacttaatga agagatcgcc attattttgg catctttttc tgcttccaca</w:t>
      </w:r>
    </w:p>
    <w:p w14:paraId="44238C0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agtgcttttg tggaaactgt gaaaggtttg gattataaag cattcaaaca aattgttgaa</w:t>
      </w:r>
    </w:p>
    <w:p w14:paraId="22BFFD9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tcctgtggta attttaaagt tacaaaagga aaagctaaaa aaggtgcctg gaatattggt</w:t>
      </w:r>
    </w:p>
    <w:p w14:paraId="3A6FD51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gaacagaaat caatactgag tcctctttat gcatttgcat cagaggctgc tcgtgttgta</w:t>
      </w:r>
    </w:p>
    <w:p w14:paraId="6F4F4B7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cgatcaattt tctcccgcac tcttgaaact gctcaaaatt ctgtgcgtgt tttacagaag</w:t>
      </w:r>
    </w:p>
    <w:p w14:paraId="500E17B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gccgctataa caatactaga tggaatttca cagtattcac tgagactcat tgatgctatg</w:t>
      </w:r>
    </w:p>
    <w:p w14:paraId="47B00C5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atgttcacat ctgatttggc tactaacaat ctagttgtaa tggcctacat tacaggtggt</w:t>
      </w:r>
    </w:p>
    <w:p w14:paraId="47D7199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gttgttcagt tgacttcgca gtggctaact aacatctttg gcactgttta tgaaaaactc</w:t>
      </w:r>
    </w:p>
    <w:p w14:paraId="21FC719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aaacccgtcc ttgattggct tgaagagaag tttaaggaag gtgtagagtt tcttagagac</w:t>
      </w:r>
    </w:p>
    <w:p w14:paraId="6C9F9F1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ggttgggaaa ttgttaaatt tatctcaacc tgtgcttgtg aaattgtcgg tggacaaatt</w:t>
      </w:r>
    </w:p>
    <w:p w14:paraId="42A7871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gtcacctgtg caaaggaaat taaggagagt gttcagacat tctttaagct tgtaaataaa</w:t>
      </w:r>
    </w:p>
    <w:p w14:paraId="2FF5F3F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tttttggctt tgtgtgctga ctctatcatt attggtggag ctaaacttaa agccttgaat</w:t>
      </w:r>
    </w:p>
    <w:p w14:paraId="099E161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ttaggtgaaa catttgtcac gcactcaaag ggattgtaca gaaagtgtgt taaatccaga</w:t>
      </w:r>
    </w:p>
    <w:p w14:paraId="10C145E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gaagaaactg gcctactcat gcctctaaaa gccccaaaag aaattatctt cttagaggga</w:t>
      </w:r>
    </w:p>
    <w:p w14:paraId="61A3331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gaaacacttc ccacagaagt gttaacagag gaagttgtct tgaaaactgg tgatttacaa</w:t>
      </w:r>
    </w:p>
    <w:p w14:paraId="4CECBFF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ccattagaac aacctactag tgaagctgtt gaagctccat tggttggtac accagtttgt</w:t>
      </w:r>
    </w:p>
    <w:p w14:paraId="318D5E2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attaacgggc ttatgttgct cgaaatcaaa gacacagaaa agtactgtgc ccttgcacct</w:t>
      </w:r>
    </w:p>
    <w:p w14:paraId="17625FA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aatatgatgg taacaaacaa taccttcaca ctcaaaggcg gtgcaccaac aaaggttact</w:t>
      </w:r>
    </w:p>
    <w:p w14:paraId="33FB6C5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tttggtgatg acactgtgat agaagtgcaa ggttacaaga gtgtgaatat cacttttgaa</w:t>
      </w:r>
    </w:p>
    <w:p w14:paraId="4F774E8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cttgatgaaa ggattgataa agtacttaat gagaggtgct ctgcctatac agttgaactc</w:t>
      </w:r>
    </w:p>
    <w:p w14:paraId="2F0D12A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ggtacagaag taaatgagtt cgcctgtgtt gtggcagatg ctgtcataaa aactttgcaa</w:t>
      </w:r>
    </w:p>
    <w:p w14:paraId="2391303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ccagtatctg aattacttac accactgggc attgatttag atgagtggag tatggctaca</w:t>
      </w:r>
    </w:p>
    <w:p w14:paraId="13F3738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tactacttat ttgatgagtc tggtgagttt aaattggctt cacatatgta ttgttctttt</w:t>
      </w:r>
    </w:p>
    <w:p w14:paraId="7DA3580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taccctccag atgaggatga agaagaaggt gattgtgaag aagaagagtt tgagccatca</w:t>
      </w:r>
    </w:p>
    <w:p w14:paraId="7E74226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actcaatatg agtatggtac tgaagatgat taccaaggta aacctttgga atttggtgcc</w:t>
      </w:r>
    </w:p>
    <w:p w14:paraId="48580BE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acttctgctg ctcttcaacc tgaagaagag caagaagaag attggttaga tgatgatagt</w:t>
      </w:r>
    </w:p>
    <w:p w14:paraId="74CD71F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caacaaactg ttggtcaaca agacggcagt gaggacaatc agacaactac tattcaaaca</w:t>
      </w:r>
    </w:p>
    <w:p w14:paraId="0899CA6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attgttgagg ttcaacctca attagagatg gaacttacac cagttgttca gactattgaa</w:t>
      </w:r>
    </w:p>
    <w:p w14:paraId="0EF78C5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gtgaatagtt ttagtggtta tttaaaactt actgacaatg tatacattaa aaatgcagac</w:t>
      </w:r>
    </w:p>
    <w:p w14:paraId="49CFD02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attgtggaag aagctaaaaa ggtaaaacca acagtggttg ttaatgcagc caatgtttac</w:t>
      </w:r>
    </w:p>
    <w:p w14:paraId="44714D3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cttaaacatg gaggaggtgt tgcaggagcc ttaaataagg ctactaacaa tgccatgcaa</w:t>
      </w:r>
    </w:p>
    <w:p w14:paraId="49AD450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gttgaatctg atgattacat agctactaat ggaccactta aagtgggtgg tagttgtgtt</w:t>
      </w:r>
    </w:p>
    <w:p w14:paraId="173CE60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ttaagcggac acaatcttgc taaacactgt cttcatgttg tcggcccaaa tgttaacaaa</w:t>
      </w:r>
    </w:p>
    <w:p w14:paraId="1652140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ggtgaagaca ttcaacttct taagagtgct tatgaaaatt ttaatcagca cgaagttcta</w:t>
      </w:r>
    </w:p>
    <w:p w14:paraId="65D831A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cttgcaccat tattatcagc tggtattttt ggtgctgacc ctatacattc tttaagagtt</w:t>
      </w:r>
    </w:p>
    <w:p w14:paraId="31F6BCD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tgtgtagata ctgttcgcac aaatgtctac ttagctgtct ttgataaaaa tctctatgac</w:t>
      </w:r>
    </w:p>
    <w:p w14:paraId="61B6B19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3781 aaacttgttt caagcttttt ggaaatgaag agtgaaaagc aagttgaaca aaagatcgct</w:t>
      </w:r>
    </w:p>
    <w:p w14:paraId="38C8880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gagattccta aagaggaagt taagccattt ataactgaaa gtaaaccttc agttgaacag</w:t>
      </w:r>
    </w:p>
    <w:p w14:paraId="00179D5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agaaaacaag atgataagaa aatcaaagct tgtgttgaag aagttacaac aactctggaa</w:t>
      </w:r>
    </w:p>
    <w:p w14:paraId="24FC8EF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gaaactaagt tcctcacaga aaacttgtta ctttatattg acattaatgg caatcttcat</w:t>
      </w:r>
    </w:p>
    <w:p w14:paraId="08056A9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ccagattctg ccactcttgt tagtgacatt gacatcactt tcttaaagaa agatgctcca</w:t>
      </w:r>
    </w:p>
    <w:p w14:paraId="52D696D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tatatagtgg gtgatgttgt tcaagagggt gttttaactg ctgtggttat acctactaaa</w:t>
      </w:r>
    </w:p>
    <w:p w14:paraId="0D669A1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aaggctggtg gcactactga aatgctagcg aaagctttga gaaaagtgcc aacagacaat</w:t>
      </w:r>
    </w:p>
    <w:p w14:paraId="34323D3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tatataacca cttacccggg tcagggttta aatggttaca ctgtagagga ggcaaagaca</w:t>
      </w:r>
    </w:p>
    <w:p w14:paraId="0663778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gtgcttaaaa agtgtaaaag tgccttttac attctaccat ctattatctc taatgagaag</w:t>
      </w:r>
    </w:p>
    <w:p w14:paraId="30ECEB8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caagaaattc ttggaactgt ttcttggaat ttgcgagaaa tgcttgcaca tgcagaagaa</w:t>
      </w:r>
    </w:p>
    <w:p w14:paraId="0C156FF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acacgcaaat taatgcctgt ctgtgtggaa actaaagcca tagtttcaac tatacagcgt</w:t>
      </w:r>
    </w:p>
    <w:p w14:paraId="2D7443B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aaatataagg gtattaaaat acaagagggt gtggttgatt atggtgctag attttacttt</w:t>
      </w:r>
    </w:p>
    <w:p w14:paraId="6056DB8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tacaccagta aaacaactgt agcgtcactt atcaacacac ttaacgatct aaatgaaact</w:t>
      </w:r>
    </w:p>
    <w:p w14:paraId="7F2FF91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cttgttacaa tgccacttgg ctatgtaaca catggcttaa atttggaaga agctgctcgg</w:t>
      </w:r>
    </w:p>
    <w:p w14:paraId="6E74ED8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tatatgagat ctctcaaagt gccagctaca gtttctgttt cttcacctga tgctgttaca</w:t>
      </w:r>
    </w:p>
    <w:p w14:paraId="16C8669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gcgtataatg gttatcttac ttcttcttct aaaacacctg aagaacattt tattgaaacc</w:t>
      </w:r>
    </w:p>
    <w:p w14:paraId="2113E0D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atctcacttg ctggttccta taaagattgg tcctattctg gacaatctac acaactaggt</w:t>
      </w:r>
    </w:p>
    <w:p w14:paraId="12A6080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atagaatttc ttaagagagg tgataaaagt gtatattaca ctagtaatcc taccacattc</w:t>
      </w:r>
    </w:p>
    <w:p w14:paraId="068EBF8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cacctagatg gtgaagttat cacctttgac aatcttaaga cacttctttc tttgagagaa</w:t>
      </w:r>
    </w:p>
    <w:p w14:paraId="2D5730E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gtgaggacta ttaaggtgtt tacaacagta gacaacatta acctccacac gcaagttgtg</w:t>
      </w:r>
    </w:p>
    <w:p w14:paraId="04FB0B7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gacatgtcaa tgacatatgg acaacagttt ggtccaactt atttggatgg agctgatgtt</w:t>
      </w:r>
    </w:p>
    <w:p w14:paraId="2DF3CB5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actaaaataa aacctcataa ttcacatgaa ggtaaaacat tttatgtttt acctaatgat</w:t>
      </w:r>
    </w:p>
    <w:p w14:paraId="7CCDA7A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gacactctac gtgttgaggc ttttgagtac taccacacaa ctgatcctag ttttctgggt</w:t>
      </w:r>
    </w:p>
    <w:p w14:paraId="78A53E4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aggtacatgt cagcattaaa tcacactaaa aagtggaaat acccacaagt taatggttta</w:t>
      </w:r>
    </w:p>
    <w:p w14:paraId="7652313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acttctatta aatgggcaga taacaactgt tatcttgcca ctgcattgtt aacactccaa</w:t>
      </w:r>
    </w:p>
    <w:p w14:paraId="4A379AB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caaatagagt tgaagtttaa tccacctgct ctacaagatg cttattacag agcaagggct</w:t>
      </w:r>
    </w:p>
    <w:p w14:paraId="5238640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ggtgaagcgg ctaacttttg tgcacttatc ttagcctact gtaataagac agtaggtgag</w:t>
      </w:r>
    </w:p>
    <w:p w14:paraId="58626E2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ttaggtgatg ttagagaaac aatgagttac ttgtttcaac atgccaattt agattcttgc</w:t>
      </w:r>
    </w:p>
    <w:p w14:paraId="5328D9E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aaaagagtct tgaacgtggt gtgtaaaact tgtggacaac agcagacaac ccttaagggt</w:t>
      </w:r>
    </w:p>
    <w:p w14:paraId="613C904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gtagaagctg ttatgtacat gggcacactt tcttatgaac aatttaagaa aggtgttcag</w:t>
      </w:r>
    </w:p>
    <w:p w14:paraId="6B776BA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ataccttgta cgtgtggtaa acaagctaca aaatatctag tacaacagga gtcacctttt</w:t>
      </w:r>
    </w:p>
    <w:p w14:paraId="5F68BAA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gttatgatgt cagcaccacc tgctcagtat gaacttaagc atggtacatt tacttgtgct</w:t>
      </w:r>
    </w:p>
    <w:p w14:paraId="4FCE923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agtgagtaca ctggtaatta ccagtgtggt cactataaac atataacttc taaagaaact</w:t>
      </w:r>
    </w:p>
    <w:p w14:paraId="42CCC64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ttgtattgca tagacggtgc tttacttaca aagtcctcag aatacaaagg tcctattacg</w:t>
      </w:r>
    </w:p>
    <w:p w14:paraId="44DFCB1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gatgttttct acaaagaaaa cagttacaca acaaccataa aaccagttac ttataaattg</w:t>
      </w:r>
    </w:p>
    <w:p w14:paraId="587F12C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gatggtgttg tttgtacaga aattgaccct aagttggaca attattataa gaaagacaat</w:t>
      </w:r>
    </w:p>
    <w:p w14:paraId="1DFFA1C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tcttatttca cagagcaacc aattgatctt gtaccaaacc aaccatatcc aaacgcaagc</w:t>
      </w:r>
    </w:p>
    <w:p w14:paraId="72EE081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ttcgataatt ttaagtttgt atgtgataat atcaaatttg ctgatgattt aaaccagtta</w:t>
      </w:r>
    </w:p>
    <w:p w14:paraId="30B9280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actggttata agaaacctgc ttcaagagag cttaaagtta catttttccc tgacttaaat</w:t>
      </w:r>
    </w:p>
    <w:p w14:paraId="4A4288D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ggtgatgtgg tggctattga ttataaacac tacacaccct cttttaagaa aggagctaaa</w:t>
      </w:r>
    </w:p>
    <w:p w14:paraId="75894FB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ttgttacata aacctattgt ttggcatgtt aacaatgcaa ctaataaagc cacgtataaa</w:t>
      </w:r>
    </w:p>
    <w:p w14:paraId="2FC3F99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ccaaatacct ggtgtatacg ttgtctttgg agcacaaaac cagttgaaac atcaaattcg</w:t>
      </w:r>
    </w:p>
    <w:p w14:paraId="0C4C100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6301 tttgatgtac tgaagtcaga ggacgcgcag ggaatggata atcttgcctg cgaagatcta</w:t>
      </w:r>
    </w:p>
    <w:p w14:paraId="5D0F5FB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aaaccagtct ctgaagaagt agtggaaaat cctaccatac agaaagacgt tcttgagtgt</w:t>
      </w:r>
    </w:p>
    <w:p w14:paraId="31D6D4E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aatgtgaaaa ctaccgaagt tgtaggagac attatactta aaccagcaaa taatataaaa</w:t>
      </w:r>
    </w:p>
    <w:p w14:paraId="19B2865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attacagaag aggttggcca cacagatcta atggctgctt atgtagacaa ttctagtctt</w:t>
      </w:r>
    </w:p>
    <w:p w14:paraId="70D7E0E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actattaaga aacctaatga attatctaga gtattaggtt tgaaaaccct tgctactcat</w:t>
      </w:r>
    </w:p>
    <w:p w14:paraId="24DC44C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ggtttagctg ctgttaatag tgtcccttgg gatactatag ctaattatgc taagcctttt</w:t>
      </w:r>
    </w:p>
    <w:p w14:paraId="3147632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cttaacaaag ttgttagtac aactactaac atagttacac ggtgtttaaa ccgtgtttgt</w:t>
      </w:r>
    </w:p>
    <w:p w14:paraId="1AB2C4D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actaattata tgccttattt ctttacttta ttgctacaat tgtgtacttt tactagaagt</w:t>
      </w:r>
    </w:p>
    <w:p w14:paraId="5736AD3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acaaattcta gaattaaagc atctatgccg actactatag caaagaatac tgttaagagt</w:t>
      </w:r>
    </w:p>
    <w:p w14:paraId="679F345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gtcggtaaat tttgtctaga ggcttcattt aattatttga agtcacctaa tttttctaaa</w:t>
      </w:r>
    </w:p>
    <w:p w14:paraId="61A91F3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ctgataaata ttataatttg gtttttacta ttaagtgttt gcctaggttc tttaatctac</w:t>
      </w:r>
    </w:p>
    <w:p w14:paraId="301F60B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tcaaccgctg ctttaggtgt tttaatgtct aatttaggca tgccttctta ctgtactggt</w:t>
      </w:r>
    </w:p>
    <w:p w14:paraId="3ECF11B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tacagagaag gctatttgaa ctctactaat gtcactattg caacctactg tactggttct</w:t>
      </w:r>
    </w:p>
    <w:p w14:paraId="28E8931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ataccttgta gtgtttgtct tagtggttta gattctttag acacctatcc ttctttagaa</w:t>
      </w:r>
    </w:p>
    <w:p w14:paraId="7D60D1B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actatacaaa ttaccatttc atcttttaaa tgggatttaa ctgcttttgg cttagttgca</w:t>
      </w:r>
    </w:p>
    <w:p w14:paraId="065A684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gagtggtttt tggcatatat tcttttcact aggtttttct atgtacttgg attggctgca</w:t>
      </w:r>
    </w:p>
    <w:p w14:paraId="555FE72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atcatgcaat tgtttttcag ctattttgca gtacatttta ttagtaattc ttggcttatg</w:t>
      </w:r>
    </w:p>
    <w:p w14:paraId="5B3492B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tggttaataa ttaatcttgt acaaatggcc ccgatttcag ctatggttag aatgtacatc</w:t>
      </w:r>
    </w:p>
    <w:p w14:paraId="0AEC9F5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ttctttgcat cattttatta tgtatggaaa agttatgtgc atgttgtaga cggttgtaat</w:t>
      </w:r>
    </w:p>
    <w:p w14:paraId="32A99CE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tcatcaactt gtatgatgtg ttacaaacgt aatagagcaa caagagtcga atgtacaact</w:t>
      </w:r>
    </w:p>
    <w:p w14:paraId="2FF6258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attgttaatg gtgttagaag gtccttttat gtctatgcta atggaggtaa aggcttttgc</w:t>
      </w:r>
    </w:p>
    <w:p w14:paraId="1109DE4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aaactacaca attggaattg tgttaattgt gatacattct gtgctggtag tacatttatt</w:t>
      </w:r>
    </w:p>
    <w:p w14:paraId="42A0C21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agtgatgaag ttgcgagaga cttgtcacta cagtttaaaa gaccaataaa tcctactgac</w:t>
      </w:r>
    </w:p>
    <w:p w14:paraId="2C4237E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cagtcttctt acatcgttga tagtgttaca gtgaagaatg gttccatcca tctttacttt</w:t>
      </w:r>
    </w:p>
    <w:p w14:paraId="0367936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gataaagctg gtcaaaagac ttatgaaaga cattctctct ctcattttgt taacttagac</w:t>
      </w:r>
    </w:p>
    <w:p w14:paraId="378F95C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aacctgagag ctaataacac taaaggttca ttgcctatta atgttatagt ttttgatggt</w:t>
      </w:r>
    </w:p>
    <w:p w14:paraId="1A71398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aaatcaaaat gtgaagaatc atctgcaaaa tcagcgtctg tttactacag tcagcttatg</w:t>
      </w:r>
    </w:p>
    <w:p w14:paraId="04B8A1C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tgtcaaccta tactgttact agatcaggca ttagtgtctg atgttggtga tagtgcggaa</w:t>
      </w:r>
    </w:p>
    <w:p w14:paraId="3A23D9F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gttgcagtta aaatgtttga tgcttacgtt aatacgtttt catcaacttt taacgtacca</w:t>
      </w:r>
    </w:p>
    <w:p w14:paraId="0C6D9DD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atggaaaaac tcaaaacact agttgcaact gcagaagctg aacttgcaaa gaatgtgtcc</w:t>
      </w:r>
    </w:p>
    <w:p w14:paraId="644C208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ttagacaatg tcttatctac ttttatttca gcagctcggc aagggtttgt tgattcagat</w:t>
      </w:r>
    </w:p>
    <w:p w14:paraId="5788F7C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gtagaaacta aagatgttgt tgaatgtctt aaattgtcac atcaatctga catagaagtt</w:t>
      </w:r>
    </w:p>
    <w:p w14:paraId="3C97004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actggcgata gttgtaataa ctatatgctc acctataaca aagttgaaaa catgacaccc</w:t>
      </w:r>
    </w:p>
    <w:p w14:paraId="07F2CCA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cgtgaccttg gtgcttgtat tgactgtagt gcgcgtcata ttaatgcgca ggtagcaaaa</w:t>
      </w:r>
    </w:p>
    <w:p w14:paraId="08A3191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agtcacaaca ttactttgat atggaacgtt aaagatttca tgtcattgtc tgaacaacta</w:t>
      </w:r>
    </w:p>
    <w:p w14:paraId="74062DB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cgaaaacaaa tacgtagtgc tgctaaaaag aataacttac cttttaagtt gacatgtgca</w:t>
      </w:r>
    </w:p>
    <w:p w14:paraId="2C14C5A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actactagac aagttgttaa tgttgtaaca acaaagatag cacttaaggg tggtaaaatt</w:t>
      </w:r>
    </w:p>
    <w:p w14:paraId="33F09C5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gttaataatt ggttgaagca gttaattaaa gttacacttg tgttcctttt tgttgctgct</w:t>
      </w:r>
    </w:p>
    <w:p w14:paraId="30A9D62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attttctatt taataacacc tgttcatgtc atgtctaaac atactgactt ttcaagtgaa</w:t>
      </w:r>
    </w:p>
    <w:p w14:paraId="7E8939E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atcataggat acaaggctat tgatggtggt gtcactcgtg acatagcatc tacagatact</w:t>
      </w:r>
    </w:p>
    <w:p w14:paraId="717F6BC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tgttttgcta acaaacatgc tgattttgac acatggttta gccagcgtgg tggtagttat</w:t>
      </w:r>
    </w:p>
    <w:p w14:paraId="4056536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actaatgaca aagcttgccc attgattgct gcagtcataa caagagaagt gggttttgtc</w:t>
      </w:r>
    </w:p>
    <w:p w14:paraId="4AC9C95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8821 gtgcctggtt tgcctggcac gatattacgc acaactaatg gtgacttttt gcatttctta</w:t>
      </w:r>
    </w:p>
    <w:p w14:paraId="3A3D05C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cctagagttt ttagtgcagt tggtaacatc tgttacacac catcaaaact tatagagtac</w:t>
      </w:r>
    </w:p>
    <w:p w14:paraId="5213D64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actgactttg caacatcagc ttgtgttttg gctgctgaat gtacaatttt taaagatgct</w:t>
      </w:r>
    </w:p>
    <w:p w14:paraId="5E10F92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tctggtaagc cagtaccata ttgttatgat accaatgtac tagaaggttc tgttgcttat</w:t>
      </w:r>
    </w:p>
    <w:p w14:paraId="4C32207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gaaagtttac gccctgacac acgttatgtg ctcatggatg gctctattat tcaatttcct</w:t>
      </w:r>
    </w:p>
    <w:p w14:paraId="3A140E8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aacacctacc ttgaaggttc tgttagagtg gtaacaactt ttgattctga gtactgtagg</w:t>
      </w:r>
    </w:p>
    <w:p w14:paraId="2E7F469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cacggcactt gtgaaagatc agaagctggt gtttgtgtat ctactagtgg tagatgggta</w:t>
      </w:r>
    </w:p>
    <w:p w14:paraId="63C2C82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cttaacaatg attattacag atctttacca ggagttttct gtggtgtaga tgctgtaaat</w:t>
      </w:r>
    </w:p>
    <w:p w14:paraId="4285185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ttacttacta atatgtttac accactaatt caacctattg gtgctttgga catatcagca</w:t>
      </w:r>
    </w:p>
    <w:p w14:paraId="0704C1B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tctatagtag ctggtggtat tgtagctatc gtagtaacat gccttgccta ctattttatg</w:t>
      </w:r>
    </w:p>
    <w:p w14:paraId="5C875A3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aggtttagaa gagcttttgg tgaatacagt catgtagttg cctttaatac tttactattc</w:t>
      </w:r>
    </w:p>
    <w:p w14:paraId="4F9D1C0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cttatgtcat tcactgtact ctgtttaaca ccagtttact catttttacc tggtgtttat</w:t>
      </w:r>
    </w:p>
    <w:p w14:paraId="5948A11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tctgttattt acttgtactt gacattttat cttactaatg atgtttcttt tttagcacat</w:t>
      </w:r>
    </w:p>
    <w:p w14:paraId="5258CED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attcagtgga tggttatgtt cacaccttta gtacctttct ggataacaat tgcttatatc</w:t>
      </w:r>
    </w:p>
    <w:p w14:paraId="3402EB2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atttgtattt ccacaaagca tttctattgg ttctttagta attacctaaa gagacgtgta</w:t>
      </w:r>
    </w:p>
    <w:p w14:paraId="6F0374E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gtctttaatg gtgtttcctt tagtactttt gaagaagctg cgctgtgcac ctttttgtta</w:t>
      </w:r>
    </w:p>
    <w:p w14:paraId="72A9B8C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aataaagaaa tgtatctaaa gttgcgtagt gatgtgctat tacctcttac gcaatataat</w:t>
      </w:r>
    </w:p>
    <w:p w14:paraId="7422C74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agatacttag ctctttataa taagtacaag tattttagtg gagcaatgga tacaactagc</w:t>
      </w:r>
    </w:p>
    <w:p w14:paraId="75436A3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tacagagaag ctgcttgttg tcatctcgca aaggctctca atgacttcag taactcaggt</w:t>
      </w:r>
    </w:p>
    <w:p w14:paraId="364EE38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tctgatgttc tttaccaacc accacaaatc tctatcacct cagctgtttt gcagagtggt</w:t>
      </w:r>
    </w:p>
    <w:p w14:paraId="0B7C5FC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tttagaaaaa tggcattccc atctggtaaa gttgagggtt gtatggtaca agtaacttgt</w:t>
      </w:r>
    </w:p>
    <w:p w14:paraId="3D73410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ggtacaacta cactcaacgg tctttggctt gatgacgtag tttactgtcc aagacatgtg</w:t>
      </w:r>
    </w:p>
    <w:p w14:paraId="0992FE1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atctgcacct ctgaagacat gcttaaccct aattatgaag atttactcat tcgtaagtct</w:t>
      </w:r>
    </w:p>
    <w:p w14:paraId="672B847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aatcataatt tcttggtaca ggctggtaat gttcaactca gggttattgg acattctatg</w:t>
      </w:r>
    </w:p>
    <w:p w14:paraId="0B8497B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caaaattgtg tacttaagct taaggttgat acagccaatc ctaagacacc taagtataag</w:t>
      </w:r>
    </w:p>
    <w:p w14:paraId="78BD88A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tttgttcgca ttcaaccagg acagactttt tcagtgttag cttgttacaa tggttcacca</w:t>
      </w:r>
    </w:p>
    <w:p w14:paraId="1A30062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tctggtgttt accaatgtgc tatgaggcac aatttcacta ttaagggttc attccttaat</w:t>
      </w:r>
    </w:p>
    <w:p w14:paraId="3F67A78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ggttcatgtg gtagtgttgg ttttaacata gattatgact gtgtctcttt ttgttacatg</w:t>
      </w:r>
    </w:p>
    <w:p w14:paraId="0693D9B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caccatatgg aattaccaac tggagttcat gctggcacag acttagaagg taacttttat</w:t>
      </w:r>
    </w:p>
    <w:p w14:paraId="71130C6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ggaccttttg ttgacaggca aacagcacaa gcagctggta cggacacaac tattacagtt</w:t>
      </w:r>
    </w:p>
    <w:p w14:paraId="02CEBE1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aatgttttag cttggttgta cgctgctgtt ataaatggag acaggtggtt tctcaatcga</w:t>
      </w:r>
    </w:p>
    <w:p w14:paraId="505FD5C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tttaccacaa ctcttaatga ctttaacctt gtggctatga agtacaatta tgaacctcta</w:t>
      </w:r>
    </w:p>
    <w:p w14:paraId="0798B6B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acacaagacc atgttgacat actaggacct ctttctgctc aaactggaat tgccgtttta</w:t>
      </w:r>
    </w:p>
    <w:p w14:paraId="08A76F2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gatatgtgtg cttcattaaa agaattactg caaaatggta tgaatggacg taccatattg</w:t>
      </w:r>
    </w:p>
    <w:p w14:paraId="1A5F82E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ggtagtgctt tattagaaga tgaatttaca ccttttgatg ttgttagaca atgctcaggt</w:t>
      </w:r>
    </w:p>
    <w:p w14:paraId="5D2ECFE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gttactttcc aaagtgcagt gaaaagaaca atcaagggta cacaccactg gttgttactc</w:t>
      </w:r>
    </w:p>
    <w:p w14:paraId="67EAE34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acaattttga cttcactttt agttttagtc cagagtactc aatggtcttt gttctttttt</w:t>
      </w:r>
    </w:p>
    <w:p w14:paraId="391D04A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ttgtatgaaa atgccttttt accttttgct atgggtatta ttgctatgtc tgcttttgca</w:t>
      </w:r>
    </w:p>
    <w:p w14:paraId="2947BAC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atgatgtttg tcaaacataa gcatgcattt ctctgtttgt ttttgttacc ttctcttgcc</w:t>
      </w:r>
    </w:p>
    <w:p w14:paraId="3FD45A4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actgtagctt attttaatat ggtctatatg cctgctagtt gggtgatgcg tattatgaca</w:t>
      </w:r>
    </w:p>
    <w:p w14:paraId="5098194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tggttggata tggttgatac tagttttaag ctaaaagact gtgttatgta tgcatcagct</w:t>
      </w:r>
    </w:p>
    <w:p w14:paraId="760F920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gtagtgttac taatccttat gacagcaaga actnnntatg atgatggtgc taggagagtg</w:t>
      </w:r>
    </w:p>
    <w:p w14:paraId="4E6349A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11341 tggacactta tgaatgtctt gacactcgtt tataaagttt attatggtaa tgctttagat</w:t>
      </w:r>
    </w:p>
    <w:p w14:paraId="520D5D6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caagccattt ccatgtgggc tcttataatc tctgttactt ctaactactc aggtgtagtt</w:t>
      </w:r>
    </w:p>
    <w:p w14:paraId="65C58BD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acaactgtca tgtttttggc cagaggtgtt gtttttatgt gtgttgagta ttgccctatt</w:t>
      </w:r>
    </w:p>
    <w:p w14:paraId="66938DC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ttcttcataa ctggtaatac acttcagtgt ataatgctag tttattgttt cttaggctat</w:t>
      </w:r>
    </w:p>
    <w:p w14:paraId="45B1F13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ttttgtactt gttactttgg cctcttttgt ttactcaacc gctactttag actgactctt</w:t>
      </w:r>
    </w:p>
    <w:p w14:paraId="56809FF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ggtgtttatg attacttagt ttctacacag gagtttagat atatgaattc acagggacta</w:t>
      </w:r>
    </w:p>
    <w:p w14:paraId="1F862C7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ctcccaccca agaatagcat agatgccttc aaactcaaca ttaaattgtt gggtgttggt</w:t>
      </w:r>
    </w:p>
    <w:p w14:paraId="7964814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ggcaaacctt gtatcaaagt agccactgta cagtctaaaa tgtcagatgt aaagtgcaca</w:t>
      </w:r>
    </w:p>
    <w:p w14:paraId="1FBFAB6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tcagtagtct tactctcagt tttgcaacaa ctcagagtag aatcatcatc taaattgtgg</w:t>
      </w:r>
    </w:p>
    <w:p w14:paraId="171E590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gctcaatgtg tccagttaca caatgacatt ctcttagcta aagatactac tgaagccttt</w:t>
      </w:r>
    </w:p>
    <w:p w14:paraId="0249D1D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gaaaaaatgg tttcactact ttctgttttg ctttccatgc agggtgctgt agacataaac</w:t>
      </w:r>
    </w:p>
    <w:p w14:paraId="6502C67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aagctttgtg aagaaatgct ggacaacagg gcaaccttac aagctatagc ctcagagttt</w:t>
      </w:r>
    </w:p>
    <w:p w14:paraId="3685B6E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agttcccttc catcatatgc agcttttgct actgctcaag aagcttatga gcaggctgtt</w:t>
      </w:r>
    </w:p>
    <w:p w14:paraId="42C59DD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gctaatggtg attctgaagt tgttcttaaa aagttgaaga agtctttgaa tgtggctaaa</w:t>
      </w:r>
    </w:p>
    <w:p w14:paraId="3244511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tctgaatttg accgtgatgc agccatgcaa cgtaagttgg aaaagatggc tgatcaagct</w:t>
      </w:r>
    </w:p>
    <w:p w14:paraId="01E7A3F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atgacccaaa tgtataaaca ggctagatct gaggacaaga gggcaaaagt tactagtgct</w:t>
      </w:r>
    </w:p>
    <w:p w14:paraId="2E8B097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atgcagacaa tgcttttcac tatgcttaga aagttggata atgatgcact caacaacatt</w:t>
      </w:r>
    </w:p>
    <w:p w14:paraId="26F5D01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atcaacaatg caagagatgg ttgtgttccc ttgaacataa tacctcttac aacagcagcc</w:t>
      </w:r>
    </w:p>
    <w:p w14:paraId="3F3C573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aaactaatgg ttgtcatacc agactataac acatataaaa atacgtgtga tggtacaaca</w:t>
      </w:r>
    </w:p>
    <w:p w14:paraId="08EA016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tttacttatg catcagcatt gtgggaaatc caacaggttg tagatgcaga tagtaaaatt</w:t>
      </w:r>
    </w:p>
    <w:p w14:paraId="1444263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gttcaactta gtgaaattag tatggacaat tcacctaatt tagcatggcc tcttattgta</w:t>
      </w:r>
    </w:p>
    <w:p w14:paraId="157A80A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acagctttaa gggccaattc tgctgtcaaa ttacagaata atgagcttag tcctgttgca</w:t>
      </w:r>
    </w:p>
    <w:p w14:paraId="17A6E98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ctacgacaga tgtcttgtgc tgccggtact acacaaactg cttgcactga tgacaatgcg</w:t>
      </w:r>
    </w:p>
    <w:p w14:paraId="795AA05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ttagcttact acaacacaac aaagggaggt aggtttgtac ttgcactgtt atccgattta</w:t>
      </w:r>
    </w:p>
    <w:p w14:paraId="24C6D6F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caggatttga aatgggctag attccctaag agtgatggaa ctggtactat ctatacagaa</w:t>
      </w:r>
    </w:p>
    <w:p w14:paraId="7B31B12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ctggaaccac cttgtaggtt tgttacagac acacctaaag gtcctaaagt gaagtattta</w:t>
      </w:r>
    </w:p>
    <w:p w14:paraId="3C65DC7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tactttatta aaggattaaa caacctaaat agaggtatgg tacttggtag tttagctgcc</w:t>
      </w:r>
    </w:p>
    <w:p w14:paraId="2AC79D2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acagtacgtc tacaagctgg taatgcaaca gaagtgcctg ccaattcaac tgtattatct</w:t>
      </w:r>
    </w:p>
    <w:p w14:paraId="46E54F9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ttctgtgctt ttgctgtaga tgctgctaaa gcttacaaag attatctagc tagtggggga</w:t>
      </w:r>
    </w:p>
    <w:p w14:paraId="662B2CF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caaccaatca ctaattgtgt taagatgttg tgtacacaca ctggtactgg tcaggcaata</w:t>
      </w:r>
    </w:p>
    <w:p w14:paraId="216818A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acagtcacac cggaagccaa tatggatcaa gaatcctttg gtggtgcatc gtgttgtctg</w:t>
      </w:r>
    </w:p>
    <w:p w14:paraId="3185B4B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tactgccgtt gccacataga tcatccaaat cctaaaggat tttgtgactt aaaaggtaag</w:t>
      </w:r>
    </w:p>
    <w:p w14:paraId="71730E0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tatgtacaaa tacctacaac ttgtgctaat gaccctgtgg gttttacact taaaaacaca</w:t>
      </w:r>
    </w:p>
    <w:p w14:paraId="65EED15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gtctgtaccg tctgcggtat gtggaaaggt tatggctgta gttgtgatca actccgcgaa</w:t>
      </w:r>
    </w:p>
    <w:p w14:paraId="15E15DC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cccatgcttc agtcagctga tgcacaatcg tttttaaacg ggtttgcggt gtaagtgcag</w:t>
      </w:r>
    </w:p>
    <w:p w14:paraId="01D87CF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cccgtcttac accgtgcggc acaggcacta gtactgatgt cgtatacagg gcttttgaca</w:t>
      </w:r>
    </w:p>
    <w:p w14:paraId="693E83A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tctacaatga taaagtagct ggttttgcta aattcctaaa aactaattgt tgtcgcttcc</w:t>
      </w:r>
    </w:p>
    <w:p w14:paraId="1E4E079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aagaaaagga cgaagatgac aatttaattg attcttactt tgtagttaag agacacactt</w:t>
      </w:r>
    </w:p>
    <w:p w14:paraId="3286463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tctctaacta ccaacatgaa gaaacaattt ataatttact taaggattgt ccagctgttg</w:t>
      </w:r>
    </w:p>
    <w:p w14:paraId="64403FF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ctaaacatga cttctttaag tttagaatag acggtgacat ggtaccacat atatcacgtc</w:t>
      </w:r>
    </w:p>
    <w:p w14:paraId="0FE3937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aacgtcttac taaatacaca atggcagacc tcgtctatgc tttaaggcat tttgatgaag</w:t>
      </w:r>
    </w:p>
    <w:p w14:paraId="289E26A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gtaattgtga cacattaaaa gaaatacttg tcacatacaa ttgttgtgat gatgattatt</w:t>
      </w:r>
    </w:p>
    <w:p w14:paraId="563DEBB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13861 tcaataaaaa ggactggtat gattttgtag aaaacccaga tatattacgc gtatacgcca</w:t>
      </w:r>
    </w:p>
    <w:p w14:paraId="2088F93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acttaggtga acgtgtacgc caagctttgt taaaaacagt acaattctgt gatgccatgc</w:t>
      </w:r>
    </w:p>
    <w:p w14:paraId="41CE7B9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gaaatgctgg tattgttggt gtactgacat tagataatca agatctcaat ggtaactggt</w:t>
      </w:r>
    </w:p>
    <w:p w14:paraId="296929C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atgatttcgg tgatttcata caaaccacgc caggtagtgg agttcctgtt gtagattctt</w:t>
      </w:r>
    </w:p>
    <w:p w14:paraId="4275694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attattcatt gttaatgcct atattaacct tgaccagggc tttaactgca gagtcacatg</w:t>
      </w:r>
    </w:p>
    <w:p w14:paraId="2D5581E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ttgacactga cttaacaaag ccttacatta agtgggattt gttaaaatat gacttcacgg</w:t>
      </w:r>
    </w:p>
    <w:p w14:paraId="4465F12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aagagaggtt aaaactcttt gaccgttatt ttaaatattg ggatcagaca taccacccaa</w:t>
      </w:r>
    </w:p>
    <w:p w14:paraId="15E07A4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attgtgttaa ctgtttggat gacagatgca ttctgcattg tgcaaacttt aatgttttat</w:t>
      </w:r>
    </w:p>
    <w:p w14:paraId="5FBE950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tctctacagt gttcccactt acaagttttg gaccactagt gagaaaaata tttgttgatg</w:t>
      </w:r>
    </w:p>
    <w:p w14:paraId="2D674A9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gtgttccatt tgtagtttca actggatacc acttcagaga gctaggtgtt gtacataatc</w:t>
      </w:r>
    </w:p>
    <w:p w14:paraId="6EA4522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aggatgtaaa cttacatagc tctagactta gttttaagga attacttgtg tatgctgctg</w:t>
      </w:r>
    </w:p>
    <w:p w14:paraId="30F1565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accctgctat gcacgctgct tctggtaatc tattactaga taaacgcact acgtgctttt</w:t>
      </w:r>
    </w:p>
    <w:p w14:paraId="358A719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cagtagctgc acttactaac aatgttgctt ttcaaactgt caaacccggt aattttaaca</w:t>
      </w:r>
    </w:p>
    <w:p w14:paraId="1B3599B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aagacttcta tgactttgct gtgtctaagg gtttctttaa ggaaggaagt tctgttgaat</w:t>
      </w:r>
    </w:p>
    <w:p w14:paraId="7256906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taaaacactt cttctttgct caggatggta atgctgctat cagcgattat gactactatc</w:t>
      </w:r>
    </w:p>
    <w:p w14:paraId="7DEE2BC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gttataatct accaacaatg tgtgatatca gacaactact atttgtagtt gaagttgttg</w:t>
      </w:r>
    </w:p>
    <w:p w14:paraId="3512A7B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ataagtactt tgattgttac gatggtggct gtattaatgc taaccaagtc atcgtcaaca</w:t>
      </w:r>
    </w:p>
    <w:p w14:paraId="27BA094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acctagacaa atcagctggt tttccattta ataaatgggg taaggctaga ctttattatg</w:t>
      </w:r>
    </w:p>
    <w:p w14:paraId="2701C54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attcaatgag ttatgaggat caagatgcac ttttcgcata tacaaaacgt aatgtcatcc</w:t>
      </w:r>
    </w:p>
    <w:p w14:paraId="09FAE7C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ctactataac tcaaatgaat cttaagtatg ccattagtgc aaagaataga gctcgcaccg</w:t>
      </w:r>
    </w:p>
    <w:p w14:paraId="799A77B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tagctggtgt ctctatctgt agtactatga ccaatagaca gtttcatcaa aaattattga</w:t>
      </w:r>
    </w:p>
    <w:p w14:paraId="35F05B3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aatcaatagc cgccactaga ggagctactg tagtaattgg aacaagcaaa ttctatggtg</w:t>
      </w:r>
    </w:p>
    <w:p w14:paraId="60E8007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gttggcacaa tatgttaaaa actgtttata gtgatgtaga aaaccctcac cttatgggtt</w:t>
      </w:r>
    </w:p>
    <w:p w14:paraId="3F665A2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gggattatcc taaatgtgat agagccatgc ctaacatgct tagaattatg gcctcacttg</w:t>
      </w:r>
    </w:p>
    <w:p w14:paraId="549E49B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ttcttgctcg caaacataca acgtgttgta gcttgtcaca ccgtttctat agattagcta</w:t>
      </w:r>
    </w:p>
    <w:p w14:paraId="577FA5E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atgagtgtgc tcaagtattg agtgaaatgg tcatgtgtgg cggttcacta tatgttaaac</w:t>
      </w:r>
    </w:p>
    <w:p w14:paraId="570BC13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caggtggaac ctcatcagga gatgccacaa ctgcttatgc taatagtgtt tttaacattt</w:t>
      </w:r>
    </w:p>
    <w:p w14:paraId="79004D5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gtcaagctgt cacggccaat gttaatgcac ttttatctac tgatggtaac aaaattgccg</w:t>
      </w:r>
    </w:p>
    <w:p w14:paraId="1BA323A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ataagtatgt ccgcaattta caacacagac tttatgagtg tctctataga aatagagatg</w:t>
      </w:r>
    </w:p>
    <w:p w14:paraId="5C9C521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ttgacacaga ctttgtgaat gagttttacg catatttgcg taaacatttc tcaatgatga</w:t>
      </w:r>
    </w:p>
    <w:p w14:paraId="7405A5E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tactctctga cgatgctgtt gtgtgtttca atagcactta tgcatctcaa ggtctagtgg</w:t>
      </w:r>
    </w:p>
    <w:p w14:paraId="17B96FB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ctagcataaa gaactttaag tcagttcttt attatcaaaa caatgttttt atgtctgaag</w:t>
      </w:r>
    </w:p>
    <w:p w14:paraId="3FFEDA1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caaaatgttg gactgagact gaccttacta aaggacctca tgaattttgc tctcaacata</w:t>
      </w:r>
    </w:p>
    <w:p w14:paraId="2F01FA8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caatgctagt taaacagggt gatgattatg tgtaccttcc ttacccagat ccatcaagaa</w:t>
      </w:r>
    </w:p>
    <w:p w14:paraId="79F3DF4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tcctaggggc cggctgtttt gtagatgata tcgtaaaaac agatggtaca cttatgattg</w:t>
      </w:r>
    </w:p>
    <w:p w14:paraId="1BC9C4B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aacggttcgt gtctttagct atagatgctt acccacttac taaacatcct aatcaggagt</w:t>
      </w:r>
    </w:p>
    <w:p w14:paraId="268D82F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atgctgatgt ctttcatttg tacttacaat acataagaaa gctacatgat gagttaacag</w:t>
      </w:r>
    </w:p>
    <w:p w14:paraId="1DE624A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gacacatgtt agacatgtat tctgttatgc ttactaatga taacacttca aggtattggg</w:t>
      </w:r>
    </w:p>
    <w:p w14:paraId="211A171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aacctgagtt ttatgaggct atgtacacac cgcatacagt cttacaggct gttggggctt</w:t>
      </w:r>
    </w:p>
    <w:p w14:paraId="00F43B6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gtgttctttg caattcacag acttcattaa gatgtggtgc ttgcatacgt agaccattct</w:t>
      </w:r>
    </w:p>
    <w:p w14:paraId="349694F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tatgttgtaa atgctgttac gaccatgtca tatcaacatc acataaatta gtcttgtctg</w:t>
      </w:r>
    </w:p>
    <w:p w14:paraId="0FDC847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ttaatccgta tgtttgcaat gctccaggtt gtgatgtcac agatgtgact caactttact</w:t>
      </w:r>
    </w:p>
    <w:p w14:paraId="19D2C74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16381 taggaggtat gagctattat tgtaaatcac ataaaccacc cattagtttt ccattgtgtg</w:t>
      </w:r>
    </w:p>
    <w:p w14:paraId="46348CA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ctaatggaca agtttttggt ttatataaaa atacatgtgt tggtagcgat aatgttactg</w:t>
      </w:r>
    </w:p>
    <w:p w14:paraId="6905DE2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actttaatgc aattgcaaca tgtgactgga caaatgctgg tgattacatt ttagctaaca</w:t>
      </w:r>
    </w:p>
    <w:p w14:paraId="2127F50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cctgtactga aagactcaag ctttttgcag cagaaacgct caaagctact gaggagacat</w:t>
      </w:r>
    </w:p>
    <w:p w14:paraId="14EFE13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ttaaactgtc ttatggtatt gctactgtac gtgaagtgct gtctgacaga gaattacatc</w:t>
      </w:r>
    </w:p>
    <w:p w14:paraId="51A0B6E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tttcatggga agttggtaaa cctagaccac cacttaaccg aaattatgtc tttactggtt</w:t>
      </w:r>
    </w:p>
    <w:p w14:paraId="1D94A7C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atcgtgtaac taaaaacagt aaagtacaaa taggagagta cacctttgaa aaaggtgact</w:t>
      </w:r>
    </w:p>
    <w:p w14:paraId="6AF59FE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atggtgatgc tgttgtttac cgaggtacaa caacttacaa attaaatgtt ggtgattatt</w:t>
      </w:r>
    </w:p>
    <w:p w14:paraId="6C03A77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ttgtgctgac atcacataca gtaatgccat taagtgcacc tacactagtg ccacaagagc</w:t>
      </w:r>
    </w:p>
    <w:p w14:paraId="633BB47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actatgttag aattactggc ttatacccaa cactcaatat ctcagatgag ttttctagca</w:t>
      </w:r>
    </w:p>
    <w:p w14:paraId="0487941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atgttgcaaa ttatcaaaag gttggtatgc aaaagtattc tacactccag ggaccacctg</w:t>
      </w:r>
    </w:p>
    <w:p w14:paraId="60494C8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gtactggtaa gagtcatttt gctattggcc tagctctcta ctacccttct gctcgcatag</w:t>
      </w:r>
    </w:p>
    <w:p w14:paraId="770917B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tgtatacagc ttgctctcat gccgctgttg atgcactatg tgagaaggca ttaaaatatt</w:t>
      </w:r>
    </w:p>
    <w:p w14:paraId="32E0281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tgcctataga taaatgtagt agaattatac ctgcacgtgc tcgtgtagag tgttttgata</w:t>
      </w:r>
    </w:p>
    <w:p w14:paraId="5C6FCFF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aattcaaagt gaattcaaca ttagaacagt atgtcttttg tactgtaaat gcattgcctg</w:t>
      </w:r>
    </w:p>
    <w:p w14:paraId="4889A14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agacgacagc agatatagtt gtctttgatg aaatttcaat ggccacaaat tatgatttga</w:t>
      </w:r>
    </w:p>
    <w:p w14:paraId="62FDE2C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gtgttgtcaa tgccagatta cgtgctaagc actatgtgta cattggcgac cctgctcaat</w:t>
      </w:r>
    </w:p>
    <w:p w14:paraId="40F119D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tacctgcacc acgcacattg ctaactaagg gcacactaga accagaatat ttcaattcag</w:t>
      </w:r>
    </w:p>
    <w:p w14:paraId="7C7A615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tgtgtagact tatgaaaact ataggtccag acatgttcct cggaacttgt cggcgttgtc</w:t>
      </w:r>
    </w:p>
    <w:p w14:paraId="7DF544E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ctgctgaaat tgttgacact gtgagtgctt tggtttatga taataagctt aaagcacata</w:t>
      </w:r>
    </w:p>
    <w:p w14:paraId="4562684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aagacaaatc agctcaatgc tttaaaatgt tttataaggg tgttatcacg catgatgttt</w:t>
      </w:r>
    </w:p>
    <w:p w14:paraId="6B4660F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catctgcaat taacaggcca caaataggcg tggtaagaga attccttaca cgtaaccctg</w:t>
      </w:r>
    </w:p>
    <w:p w14:paraId="0602343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cttggagaaa agctgtcttt atttcacctt ataattcaca gaatgctgta gcctcaaaga</w:t>
      </w:r>
    </w:p>
    <w:p w14:paraId="1D9A68E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ttttgggact accaactcaa actgttgatt catcacaggg ctcagaatat gactatgtca</w:t>
      </w:r>
    </w:p>
    <w:p w14:paraId="47B7BCA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tattcactca aaccactgaa acagctcact cttgtaatgt aaacagattt aatgttgcta</w:t>
      </w:r>
    </w:p>
    <w:p w14:paraId="6ECD8F8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ttaccagagc aaaagtaggc atactttgca taatgtctga tagagacctt tatgacaagt</w:t>
      </w:r>
    </w:p>
    <w:p w14:paraId="5F095DE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tgcaatttac aagtcttgaa attccacgta ggaatgtggc aactttacaa gctgaaaatg</w:t>
      </w:r>
    </w:p>
    <w:p w14:paraId="05654C6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taacaggact ctttaaagat tgtagtaagg taatcactgg gttacatcct acacaggcac</w:t>
      </w:r>
    </w:p>
    <w:p w14:paraId="1A30D63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ctacacacct cagtgttgac actaaattca aaactgaagg tttatgtgtt gacgtacctg</w:t>
      </w:r>
    </w:p>
    <w:p w14:paraId="5E9620A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gcatacctaa ggacatgacc tatagaagac tcatctctat gatgggtttt aaaatgaatt</w:t>
      </w:r>
    </w:p>
    <w:p w14:paraId="406F23A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atcaagttaa tggttaccct aacatgttta tcacccgcga agaagctata agacatgtac</w:t>
      </w:r>
    </w:p>
    <w:p w14:paraId="02B84D2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gtgcatggat tggcttcgat gtcgaggggt gtcatgctac tagagaagct gttggtacca</w:t>
      </w:r>
    </w:p>
    <w:p w14:paraId="7373EE6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atttaccttt acagctaggt ttttctacag gtgttaacct agttgctgta cctacaggtt</w:t>
      </w:r>
    </w:p>
    <w:p w14:paraId="418E22E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atgttgatac acctaataat acagattttt ccagagttag tgctaaacca ccgcctggag</w:t>
      </w:r>
    </w:p>
    <w:p w14:paraId="04DE43A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atcaatttaa acacctcata ccacttatgt acaaaggact tccttggaat gtagtgcgta</w:t>
      </w:r>
    </w:p>
    <w:p w14:paraId="5DD60C9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taaagattgt acaaatgtta agtgacacac ttaaaaatct ctctgacaga gtcgtatttg</w:t>
      </w:r>
    </w:p>
    <w:p w14:paraId="77AD320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tcttatgggc acatggcttt gagttgacat ctatgaagta ttttgtgaaa ataggacctg</w:t>
      </w:r>
    </w:p>
    <w:p w14:paraId="4A64189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agcgcacctg ttgtctatgt gatagacgtg ccacatgctt ttccactgct tcagacactt</w:t>
      </w:r>
    </w:p>
    <w:p w14:paraId="7D105CF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atgcctgttg gcatcattct attggatttg attacgtcta taatccgttt atgattgatg</w:t>
      </w:r>
    </w:p>
    <w:p w14:paraId="77CADF6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ttcaacaatg gggttttaca ggtaacctac aaagcaacca tgatctgtat tgtcaagtcc</w:t>
      </w:r>
    </w:p>
    <w:p w14:paraId="3CE90F1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atggtaatgc acatgtagct agttgtgatg caatcatgac taggtgtcta gctgtccacg</w:t>
      </w:r>
    </w:p>
    <w:p w14:paraId="53F5BB4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agtgctttgt taagcgtgtt gactggacta ttgaatatcc tataattggt gatgaactga</w:t>
      </w:r>
    </w:p>
    <w:p w14:paraId="151D7FC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18901 agattaatgc ggcttgtaga aaggttcaac acatggttgt taaagctgca ttattagcag</w:t>
      </w:r>
    </w:p>
    <w:p w14:paraId="27BC0D5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acaaattccc agttcttcac gacattggta accctaaagc tattaagtgt gtacctcaag</w:t>
      </w:r>
    </w:p>
    <w:p w14:paraId="7457F1A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ctgatgtaga atggaagttc tatgatgcac agccttgtag tgacaaagct tataaaatag</w:t>
      </w:r>
    </w:p>
    <w:p w14:paraId="6CDF99D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aagaattatt ctattcttat gccacacatt ctgacaaatt cacagatggt gtatgcctat</w:t>
      </w:r>
    </w:p>
    <w:p w14:paraId="591CDFA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tttggaattg caatgtcgat agatatcctg ctaattccat tgtttgtaga tttgacacta</w:t>
      </w:r>
    </w:p>
    <w:p w14:paraId="43BC3BA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gagtgctatc taaccttaac ttgcctggtt gtgatggtgg cagtttgtat gtaaataaac</w:t>
      </w:r>
    </w:p>
    <w:p w14:paraId="2749E59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atgcattcca cacaccagct tttgataaaa gtgcttttgt taatttaaaa caattaccat</w:t>
      </w:r>
    </w:p>
    <w:p w14:paraId="58F99CD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ttttctatta ctctgacagt ccatgtgagt ctcatggaaa acaagtagtg tcagatatag</w:t>
      </w:r>
    </w:p>
    <w:p w14:paraId="7B0376F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attatgtacc actaaagtct gctacgtgta taacacgttg caatttaggt ggtgctgtct</w:t>
      </w:r>
    </w:p>
    <w:p w14:paraId="4EF6DF4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gtagacatca tgctaatgag tacagattgt atctcgatgc ttataacatg atgatctcag</w:t>
      </w:r>
    </w:p>
    <w:p w14:paraId="6FE09E0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ctggctttag cttgtgggtt tacaaacaat ttgatactta taacctctgg aacactttta</w:t>
      </w:r>
    </w:p>
    <w:p w14:paraId="171A65D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caagacttca gagtttagaa aatgtggctt ttaatgttgt aaataaggga cactttgatg</w:t>
      </w:r>
    </w:p>
    <w:p w14:paraId="6AC14B5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gacaacaggg tgaagtacca gtttctatca ttaataacac tgtttacaca aaagttgatg</w:t>
      </w:r>
    </w:p>
    <w:p w14:paraId="1474DDF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gtgttgatgt agaattgttt gaaaataaaa caacattacc tgttaatgta gcatttgagc</w:t>
      </w:r>
    </w:p>
    <w:p w14:paraId="62751D6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tttgggctaa gcgcaacatt aaaccagtac cagaggtgaa aatactcaat aatttgggtg</w:t>
      </w:r>
    </w:p>
    <w:p w14:paraId="41F516B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tggacattgc tgctaatact gtgatctggg actacaaaag agatgctcca gcacatatat</w:t>
      </w:r>
    </w:p>
    <w:p w14:paraId="7275235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ctactattgg tgtttgttct atgactgaca tagccaagaa accaactgaa acgatttgtg</w:t>
      </w:r>
    </w:p>
    <w:p w14:paraId="12DA085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caccactcac tgtctttttt gatggtagag ttgatggtca agtagactta tttagaaatg</w:t>
      </w:r>
    </w:p>
    <w:p w14:paraId="517FBB8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cccgtaatgg tgttcttatt acagaaggta gtgttaaagg tttacaacca tctgtaggtc</w:t>
      </w:r>
    </w:p>
    <w:p w14:paraId="2C4987B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ccaaacaagc tagtcttaat ggagtcacat taattggaga agccgtaaaa acacagttca</w:t>
      </w:r>
    </w:p>
    <w:p w14:paraId="1BE8BD1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attattataa gaaagttgat ggtgttgtcc aacaattacc tgaaacttac tttactcaga</w:t>
      </w:r>
    </w:p>
    <w:p w14:paraId="4AAA0E7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gtagaaattt acaagaattt aaacccagga gtcaaatgga aattgatttc ttagaattag</w:t>
      </w:r>
    </w:p>
    <w:p w14:paraId="78FABF0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ctatggatga attcattgaa cggtataaat tagaaggcta tgccttcgaa catatcgttt</w:t>
      </w:r>
    </w:p>
    <w:p w14:paraId="467F65C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atggagattt tagtcatagt cagttaggtg gtttacatct actgattgga ctagctaaac</w:t>
      </w:r>
    </w:p>
    <w:p w14:paraId="2070756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gttttaagga atcacctttt gaattagaag attttattcc tatggacagt acagttaaaa</w:t>
      </w:r>
    </w:p>
    <w:p w14:paraId="1555092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actatttcat aacagatgcg caaacaggtt catctaagtg tgtgtgttct gttattgatt</w:t>
      </w:r>
    </w:p>
    <w:p w14:paraId="7A4BCB2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tattacttga tgattttgtt gaaataataa aatcccaaga tttatctgta gtttctaagg</w:t>
      </w:r>
    </w:p>
    <w:p w14:paraId="48BD1EF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ttgtcaaagt gactattgac tatacagaaa tttcatttat gctttggtgt aaagatggcc</w:t>
      </w:r>
    </w:p>
    <w:p w14:paraId="1A59990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atgtagaaac attttaccca aaattacaat ctagtcaagc gtggcaaccg ggtgttgcta</w:t>
      </w:r>
    </w:p>
    <w:p w14:paraId="7A4FD32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tgcctaatct ttacaaaatg caaagaatgc tattagaaaa gtgtgacctt caaaattatg</w:t>
      </w:r>
    </w:p>
    <w:p w14:paraId="6364F29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gtgatagtgc aacattacct aaaggcataa tgatgaatgt cgcaaaatat actcaactgt</w:t>
      </w:r>
    </w:p>
    <w:p w14:paraId="32BC2A5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gtcaatattt aaacacatta acattagctg taccctataa tatgagagtt atacattttg</w:t>
      </w:r>
    </w:p>
    <w:p w14:paraId="77B1BD2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gtgctggttc tgataaagga gttgcaccag gtacagctgt tttaagacag tggttgccta</w:t>
      </w:r>
    </w:p>
    <w:p w14:paraId="78B3323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cgggtacgct gcttgtcgat tcagatctta atgactttgt ctctgatgca gattcaactt</w:t>
      </w:r>
    </w:p>
    <w:p w14:paraId="0D99BA0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tgattggtga ttgtgcaact gtacatacag ctaataaatg ggatctcatt attagtgata</w:t>
      </w:r>
    </w:p>
    <w:p w14:paraId="5D83515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tgtacgaccc taagactaaa aatgttacaa aagaaaatga ctctaaagag ggttttttca</w:t>
      </w:r>
    </w:p>
    <w:p w14:paraId="11D5A2C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cttacatttg tgggtttata caacaaaagc tagctcttgg aggttccgtg gctataaaga</w:t>
      </w:r>
    </w:p>
    <w:p w14:paraId="4BD14F2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taacagaaca ttcttggaat gctgatcttt ataagctcat gggacacttc gcatggtgga</w:t>
      </w:r>
    </w:p>
    <w:p w14:paraId="37D770B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cagcctttgt tactaatgtg aatgcgtcat catctgaagc atttttaatt ggatgtaatt</w:t>
      </w:r>
    </w:p>
    <w:p w14:paraId="5F0C615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atcttggcaa accacgcgaa caaatagatg gttatgtcat gcatgcaaat tacatatttt</w:t>
      </w:r>
    </w:p>
    <w:p w14:paraId="78FE40C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ggaggaatac aaatccaatt cagttgtctt cctattcttt atttgacatg agtaaatttc</w:t>
      </w:r>
    </w:p>
    <w:p w14:paraId="4D08292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cccttaaatt aaggggtact gctgttatgt ctttaaaaga aggtcaaatc aatgatatga</w:t>
      </w:r>
    </w:p>
    <w:p w14:paraId="4D1E7CD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21421 ttttatctct tcttagtaaa ggtagactta taattagaga aaacaacaga gttgttattt</w:t>
      </w:r>
    </w:p>
    <w:p w14:paraId="25A7A07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ctagtgatgt tcttgttaac aactaaacga acaatgtttg tttttcttgt tttattgcca</w:t>
      </w:r>
    </w:p>
    <w:p w14:paraId="2AC2D73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ctagtctcta gtcagtgtgt taatcttaca accagaactc aattaccccc tgcatacact</w:t>
      </w:r>
    </w:p>
    <w:p w14:paraId="0FC6E30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aattctttca cacgtggtgt ttattaccct gacaaagttt tcagatcctc agttttacat</w:t>
      </w:r>
    </w:p>
    <w:p w14:paraId="5C001DB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tcaactcagg acttgttctt acctttcttt tccaatgtta cttggttcca tgttatctct</w:t>
      </w:r>
    </w:p>
    <w:p w14:paraId="0B7FF83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gggaccaatg gtactaagag gtttgataac cctgtcctac catttaatga tggtgtttat</w:t>
      </w:r>
    </w:p>
    <w:p w14:paraId="4761A1C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tttgcttcca ttgagaagtc taacataata agaggctgga tttttggtac tactttagat</w:t>
      </w:r>
    </w:p>
    <w:p w14:paraId="0787522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tcgaagaccc agtccctact tattgttaat aacgctacta atgttgttat taaagtctgt</w:t>
      </w:r>
    </w:p>
    <w:p w14:paraId="6D67E20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gaatttcaat tttgtaatga tccatttttg gaccacaaaa acaacaaaag ttggatggaa</w:t>
      </w:r>
    </w:p>
    <w:p w14:paraId="45583A4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agtgagttca gagtttattc tagtgcgaat aattgcactt ttgaatatgt ctctcagcct</w:t>
      </w:r>
    </w:p>
    <w:p w14:paraId="64BFC38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tttcttatgg accttgaagg aaaacagggt aatttcaaaa atcttaggga atttgtgttt</w:t>
      </w:r>
    </w:p>
    <w:p w14:paraId="2BBCEBC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aagaatattg atggttattt taaaatatat tctaagcaca cgcctattat agtgcgtgat</w:t>
      </w:r>
    </w:p>
    <w:p w14:paraId="09AF2EE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ctccctcagg gtttttcggc tttagaacca ttggtagatt tgccaatagg tattaacatc</w:t>
      </w:r>
    </w:p>
    <w:p w14:paraId="20A7316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actaggtttc aaactttact tgctttacat agaagttatt tgactcctgg tgattcttct</w:t>
      </w:r>
    </w:p>
    <w:p w14:paraId="492016D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tcaggttgga cagctggtgc tgcagcttat tatgtgggtt atcttcaacc taggactttt</w:t>
      </w:r>
    </w:p>
    <w:p w14:paraId="6F17F8D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ctattaaaat ataatgaaaa tggaaccatt acagatgctg tagactgtgc acttgaccct</w:t>
      </w:r>
    </w:p>
    <w:p w14:paraId="05B20A5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ctctcagaaa caaagtgtac gttgaaatcc ttcactgtag aaaaaggaat ctatcaaact</w:t>
      </w:r>
    </w:p>
    <w:p w14:paraId="1A42F13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tctaacttta gagtccaacc aacagaatct attgttagat ttcctaatat tacaaacttg</w:t>
      </w:r>
    </w:p>
    <w:p w14:paraId="152D77E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tgcccttttg atgaagtttt taacgccacc agatttgcat ctgtttatgc ttggaacagg</w:t>
      </w:r>
    </w:p>
    <w:p w14:paraId="0C5D51A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aagagaatca gcaactgtgt tgctgattat tctgtcctat ataatctcgc accatttttc</w:t>
      </w:r>
    </w:p>
    <w:p w14:paraId="731235C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acttttaagt gttatggagt gtctcctact aaattaaatg atctctgctt tactaatgtc</w:t>
      </w:r>
    </w:p>
    <w:p w14:paraId="1CA50EE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tatgcagatt catttgtaat tagaggtgat gaagtcagac aaatcgctcc agggcaaact</w:t>
      </w:r>
    </w:p>
    <w:p w14:paraId="033942A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ggaaatattg ctgattataa ttataaatta ccagatgatt ttacaggctg cgttatagct</w:t>
      </w:r>
    </w:p>
    <w:p w14:paraId="46BFDEB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tggaattcta acaagcttga ttctaaggtt agtggtaatt ataattacct gtatagattg</w:t>
      </w:r>
    </w:p>
    <w:p w14:paraId="49D09DC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tttaggaagt ctaatctcaa accttttgag agagatattt caactgaaat ctatcaggcc</w:t>
      </w:r>
    </w:p>
    <w:p w14:paraId="6340BC3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ggtaacaaac cttgtaatgg tgttgcaggt tttaattgtt actttccttt acgatcatat</w:t>
      </w:r>
    </w:p>
    <w:p w14:paraId="458198A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agtttccgac ccacttatgg tgttggtcac caaccataca gagtagtagt actttctttt</w:t>
      </w:r>
    </w:p>
    <w:p w14:paraId="17C9C5C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gaacttctac atgcaccagc aactgtttgt ggacctaaaa agtctactaa tttggttaaa</w:t>
      </w:r>
    </w:p>
    <w:p w14:paraId="32B593A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aacaaatgtg tcaatttcaa cttcaatggt ttaaaaggca caggtgttct tactgagtct</w:t>
      </w:r>
    </w:p>
    <w:p w14:paraId="7AEF1DA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aacaaaaagt ttctgccttt ccaacaattt ggcagagaca ttgctgacac tactgatgct</w:t>
      </w:r>
    </w:p>
    <w:p w14:paraId="4251664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gtccgtgatc cacagacact tgagattctt gacattacac catgttcttt tggtggtgtc</w:t>
      </w:r>
    </w:p>
    <w:p w14:paraId="47CDD77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agtgttataa caccaggaac aaatacttct aaccaggttg ctgttcttta tcagggtgtt</w:t>
      </w:r>
    </w:p>
    <w:p w14:paraId="3ECF94A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aactgcacag aagtccctgt tgctattcat gcagatcaac ttactcctac ttggcgtgtt</w:t>
      </w:r>
    </w:p>
    <w:p w14:paraId="3C86626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tattctacag gttctaatgt ttttcaaaca cgtgcaggct gtttaatagg ggctgaatat</w:t>
      </w:r>
    </w:p>
    <w:p w14:paraId="0A7A92F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gtcaacaact catatgagtg tgacataccc attggtgcag gtatatgcgc tagttatcag</w:t>
      </w:r>
    </w:p>
    <w:p w14:paraId="1B64DD6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actcagacta agtctcatcg gcgggcacgt agtgtagcta gtcaatccat cattgcctac</w:t>
      </w:r>
    </w:p>
    <w:p w14:paraId="078DAF4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actatgtcac ttggtgcaga aaattcagtt gcttactcta ataactctat tgccataccc</w:t>
      </w:r>
    </w:p>
    <w:p w14:paraId="618AE76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acaaatttta ctattagtgt taccacagaa attctaccag tgtctatgac caagacatca</w:t>
      </w:r>
    </w:p>
    <w:p w14:paraId="28DB35E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gtagattgta caatgtacat ttgtggtgat tcaactgaat gcagcaatct tttgttgcaa</w:t>
      </w:r>
    </w:p>
    <w:p w14:paraId="7CAEB0B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tatggcagtt tttgtacaca attaaaacgt gctttaactg gaatagctgt tgaacaagac</w:t>
      </w:r>
    </w:p>
    <w:p w14:paraId="54BE03E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aaaaacaccc aagaagtttt tgcacaagtc aaacaaattt acaaaacacc accaattaaa</w:t>
      </w:r>
    </w:p>
    <w:p w14:paraId="18A830A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tattttggtg gttttaattt ttcacaaata ttaccagatc catcaaaacc aagcaagagg</w:t>
      </w:r>
    </w:p>
    <w:p w14:paraId="075F1C9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23941 tcatttattg aagatctact tttcaacaaa gtgacacttg cagatgctgg cttcatcaaa</w:t>
      </w:r>
    </w:p>
    <w:p w14:paraId="66D8568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caatatggtg attgccttgg tgatattgct gctagagacc tcatttgtgc acaaaagttt</w:t>
      </w:r>
    </w:p>
    <w:p w14:paraId="147C16B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aaaggcctta ctgttttgcc acctttgctc acagatgaaa tgattgctca atacacttct</w:t>
      </w:r>
    </w:p>
    <w:p w14:paraId="7780419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gcactgttag cgggtacaat cacttctggt tggacctttg gtgcaggtgc tgcattacaa</w:t>
      </w:r>
    </w:p>
    <w:p w14:paraId="0E62541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ataccatttg ctatgcaaat ggcttatagg tttaatggta ttggagttac acagaatgtt</w:t>
      </w:r>
    </w:p>
    <w:p w14:paraId="6D41D75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ctctatgaga accaaaaatt gattgccaac caatttaata gtgctattgg caaaattcaa</w:t>
      </w:r>
    </w:p>
    <w:p w14:paraId="11EF19A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gactcacttt cttccacagc aagtgcactt ggaaaacttc aagatgtggt caaccataat</w:t>
      </w:r>
    </w:p>
    <w:p w14:paraId="1CB79E4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gcacaagctt taaacacgct tgttaaacaa cttagctcca aatttggtgc aatttcaagt</w:t>
      </w:r>
    </w:p>
    <w:p w14:paraId="4B40646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gttttaaatg atatcttttc acgtcttgac aaagttgagg ctgaagtgca aattgatagg</w:t>
      </w:r>
    </w:p>
    <w:p w14:paraId="0059D13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ttgatcacag gcagacttca aagtttgcag acatatgtga ctcaacaatt aattagagct</w:t>
      </w:r>
    </w:p>
    <w:p w14:paraId="10BBEB1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gcagaaatca gagcttctgc taatcttgct gctactaaaa tgtcagagtg tgtacttgga</w:t>
      </w:r>
    </w:p>
    <w:p w14:paraId="1437CA5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caatcaaaaa gagttgattt ttgtggaaag ggctatcatc ttatgtcctt ccctcagtca</w:t>
      </w:r>
    </w:p>
    <w:p w14:paraId="3B598DA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gcacctcatg gtgtagtctt cttgcatgtg acttatgtcc ctgcacaaga aaagaacttc</w:t>
      </w:r>
    </w:p>
    <w:p w14:paraId="759B1D5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acaactgctc ctgccatttg tcatgatgga aaagcacact ttcctcgtga aggtgtcttt</w:t>
      </w:r>
    </w:p>
    <w:p w14:paraId="5AC1FD2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gtttcaaatg gcacacactg gtttgtaaca caaaggaatt tttatgaacc acaaatcatt</w:t>
      </w:r>
    </w:p>
    <w:p w14:paraId="5F18C98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actacagaca acacatttgt gtctggtaac tgtgatgttg taataggaat tgtcaacaac</w:t>
      </w:r>
    </w:p>
    <w:p w14:paraId="54F756F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acagtttatg atcctttgca acctgaatta gattcattca aggaggagtt agataaatat</w:t>
      </w:r>
    </w:p>
    <w:p w14:paraId="2FD1352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tttaagaatc atacatcacc agatgttgat ttaggtgaca tctctggcat taatgcttca</w:t>
      </w:r>
    </w:p>
    <w:p w14:paraId="07F0DBB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gttgtaaaca ttcaaaaaga aattgaccgc ctcaatgagg ttgccaagaa tttaaatgaa</w:t>
      </w:r>
    </w:p>
    <w:p w14:paraId="3E296D9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tctctcatcg atctccaaga acttggaaag tatgagcagt atataaaatg gccatggtac</w:t>
      </w:r>
    </w:p>
    <w:p w14:paraId="565F2F7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atttggctag gttttatagc tggcttgatt gccatagtaa tggtgacaat tatgctttgc</w:t>
      </w:r>
    </w:p>
    <w:p w14:paraId="1CAC1B9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tgtatgacca gttgctgtag ttgtctcaag ggctgttgtt cttgtggatc ctgctgcaaa</w:t>
      </w:r>
    </w:p>
    <w:p w14:paraId="11AADD9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tttgatgaag acgactctga gccagtgctc aaaggagtca aattacatta cacataaacg</w:t>
      </w:r>
    </w:p>
    <w:p w14:paraId="63031DF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aacttatgga tttgtttatg agaatcttca caattggaac tgtaactttg aagcaaggtg</w:t>
      </w:r>
    </w:p>
    <w:p w14:paraId="09A0F36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aaatcaagga tgctactcct tcagattttg ttcgcgctac tgcaacgata ccgatacaag</w:t>
      </w:r>
    </w:p>
    <w:p w14:paraId="7EA6A77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cctcactccc tttcggatgg cttattgttg gcgttgcact tcttgctgtt tttcagagcg</w:t>
      </w:r>
    </w:p>
    <w:p w14:paraId="5A741D8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cttccaaaat cataactctc aaaaagagat ggcaactagc actctccaag ggtgttcact</w:t>
      </w:r>
    </w:p>
    <w:p w14:paraId="339EC4C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ttgtttgcaa cttgctgttg ttgtttgtaa cagtttactc acaccttttg ctcgttgctg</w:t>
      </w:r>
    </w:p>
    <w:p w14:paraId="6CF0BBB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ctggccttga agcccctttt ttctatcttt atgctttagt ctacttcttg cagagtataa</w:t>
      </w:r>
    </w:p>
    <w:p w14:paraId="6A5F6EF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actttgtaag aataataatg aggctttggc tttgctggaa atgccgttcc aaaaacccat</w:t>
      </w:r>
    </w:p>
    <w:p w14:paraId="6A30FF2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tactttatga tgccaactat tttctttgct ggcatactaa ttgttacgac tattgtatac</w:t>
      </w:r>
    </w:p>
    <w:p w14:paraId="74BA4E7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cttacaatag tgtaacttct tcaattgtca ttacttcagg tgatggcaca acaagtccta</w:t>
      </w:r>
    </w:p>
    <w:p w14:paraId="2A6030E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tttctgaaca tgactaccag attggtggtt atactgaaaa atgggaatct ggagtaaaag</w:t>
      </w:r>
    </w:p>
    <w:p w14:paraId="473FC38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actgtgttgt attacacagt tacttcactt cagactatta ccagctgtac tcaactcaat</w:t>
      </w:r>
    </w:p>
    <w:p w14:paraId="743D478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tgagtacaga cactggtgtt gaacatgtta ccttcttcat ctacaataaa attgttgatg</w:t>
      </w:r>
    </w:p>
    <w:p w14:paraId="6DED909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agcctgaaga acatgtccaa attcacacaa tcgacggttc atccggagtt gttaatccag</w:t>
      </w:r>
    </w:p>
    <w:p w14:paraId="4DD17BA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taatggaacc aatttatgat gaaccgacga cgactactag cgtgcctttg taagcacaag</w:t>
      </w:r>
    </w:p>
    <w:p w14:paraId="78826EF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ctgatgagta cgaacttatg tactcattcg tttcggaaga gataggtacg ttaatagtta</w:t>
      </w:r>
    </w:p>
    <w:p w14:paraId="3EE6FE4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atagcgtact tctttttctt gctttcgtgg tattcttgct agttacacta gccatcctta</w:t>
      </w:r>
    </w:p>
    <w:p w14:paraId="3EB4A9E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ctgcgcttcg attgtgtgcg tactgctgca atattgttaa cgtgagtctt gtaaaacctt</w:t>
      </w:r>
    </w:p>
    <w:p w14:paraId="33E6D5C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ctttttacgt ttactctcgt gttaaaaatc tgaattcttc tagagttcct gatcttctgg</w:t>
      </w:r>
    </w:p>
    <w:p w14:paraId="39A47C2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tctaaacgaa ctaaatatta tattagtttt tctgtttgga actttaattt tagccatggc</w:t>
      </w:r>
    </w:p>
    <w:p w14:paraId="763CA35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26461 aggttccaac ggtactatta ccgttgaaga gcttaaaaag ctccttgaag aatggaacct</w:t>
      </w:r>
    </w:p>
    <w:p w14:paraId="0F53F88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agtaataggt ttcctattcc ttacatggat ttgtcttcta caatttgcct atgccaacag</w:t>
      </w:r>
    </w:p>
    <w:p w14:paraId="237259D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gaataggttt ttgtatataa ttaagttaat tttcctctgg ctgttatggc cagtaacttt</w:t>
      </w:r>
    </w:p>
    <w:p w14:paraId="74ED5E2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aacttgtttt gtgcttgctg ctgtttacag aataaattgg atcaccggtg gaattgctat</w:t>
      </w:r>
    </w:p>
    <w:p w14:paraId="5142D2B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cgcaatggct tgtcttgtag gcttgatgtg gctcagctac ttcattgctt ctttcagact</w:t>
      </w:r>
    </w:p>
    <w:p w14:paraId="0B9AA5C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gtttgcgcgt acgcgttcca tgtggtcatt caatccagaa actaacattc ttctcaacgt</w:t>
      </w:r>
    </w:p>
    <w:p w14:paraId="46D5867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gccactccat ggcactattc tgaccagacc gcttctagaa agtgaactcg taatcggagc</w:t>
      </w:r>
    </w:p>
    <w:p w14:paraId="0894B3F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tgtgatcctt cgtggacatc ttcgtattgc tggacaccat ctaggacgct gtgacatcaa</w:t>
      </w:r>
    </w:p>
    <w:p w14:paraId="4BC9B73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ggacctgcct aaagaaatca ctgttgctac atcacgaacg ctttcttatt acaaattggg</w:t>
      </w:r>
    </w:p>
    <w:p w14:paraId="1485BB2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agcttcgcag cgtgtagcag gtgactcagg ttttgctgca tacagtcgct acaggattgg</w:t>
      </w:r>
    </w:p>
    <w:p w14:paraId="696A882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caactataaa ttaaacacag accattccag tagcagtgac aatattgctt tgcttgtaca</w:t>
      </w:r>
    </w:p>
    <w:p w14:paraId="36F66C6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gtaagtgaca acagatgttt catctcgttg actttcaggt tactatagca gagatattac</w:t>
      </w:r>
    </w:p>
    <w:p w14:paraId="26AA8224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taattattat gcggactttt aaagtttcca tttggaatct tgattacatc ataaacctca</w:t>
      </w:r>
    </w:p>
    <w:p w14:paraId="764F722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taattaaaaa tttatctaag tcactaactg agaataaata ttctcaatta gatgaagagc</w:t>
      </w:r>
    </w:p>
    <w:p w14:paraId="60DBECA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aaccaatgga gattgattaa acgaacatga aaattattct tttcttggca ctgataacac</w:t>
      </w:r>
    </w:p>
    <w:p w14:paraId="7013C23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tcgctacttg tgagctttat cactaccaag agtgtgttag aggtacaaca gtacttttaa</w:t>
      </w:r>
    </w:p>
    <w:p w14:paraId="410EFDF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aagaaccttg ctcttctgga acatacgagg gcaattcacc atttcatcct ctagctgata</w:t>
      </w:r>
    </w:p>
    <w:p w14:paraId="7730DC7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acaaatttgc actgacttgc tttagcactc aatttgcttt tgcttgtcct gacggcgtaa</w:t>
      </w:r>
    </w:p>
    <w:p w14:paraId="2887B4B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aacacgtcta tcagttacgt gccagatcag tttcacctaa actgttcatc agacaagagg</w:t>
      </w:r>
    </w:p>
    <w:p w14:paraId="792D0D39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aagttcaaga actttactct ccaatttttc ttattgttgc ggcaatagtg tttataacac</w:t>
      </w:r>
    </w:p>
    <w:p w14:paraId="506132C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tttgcttcac actcaaaaga aagacagaat gattgaactt tcattaattg acttctattt</w:t>
      </w:r>
    </w:p>
    <w:p w14:paraId="3BE4D11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gtgcttttta gcctttctgt tattccttgt tttaattatg cttattatct tttggttctc</w:t>
      </w:r>
    </w:p>
    <w:p w14:paraId="5435EA9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acttgaactg caagatcata atgaaacttg tcacgcctaa acgaacatga aatttcttgt</w:t>
      </w:r>
    </w:p>
    <w:p w14:paraId="3375AC8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tttcttagga atcatcacaa ctgtagctgc atttcaccaa gaatgtagtt tacagtcatg</w:t>
      </w:r>
    </w:p>
    <w:p w14:paraId="446777D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tactcaacat caaccatatg tagttgatga cccgtgtcct attcacttct attctaaatg</w:t>
      </w:r>
    </w:p>
    <w:p w14:paraId="506CC4E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gtatattaga gtaggagcta gaaaatcagc acctttaatt gaattgtgcg tggatgaggc</w:t>
      </w:r>
    </w:p>
    <w:p w14:paraId="77C99C7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tggttctaaa tcacccattc agtacatcga tatcggtaat tatacagttt cctgtttacc</w:t>
      </w:r>
    </w:p>
    <w:p w14:paraId="0C83777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ttttacaatt aattgccagg aacctaaatt gggtagtctt gtagtgcgtt gttcgttcta</w:t>
      </w:r>
    </w:p>
    <w:p w14:paraId="2A89DC2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tgaagacttt ttagagtatc atgacgttcg tgttgtttta gatttcatct aaacgaacaa</w:t>
      </w:r>
    </w:p>
    <w:p w14:paraId="05D0980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acttaaatgt ctgataatgg accccaaaat cagcgaaatg cactccgcat tacgtttggt</w:t>
      </w:r>
    </w:p>
    <w:p w14:paraId="2E65B4D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ggaccctcag attcaactgg cagtaaccag aatggtgggg cgcgatcaaa acaacgtcgg</w:t>
      </w:r>
    </w:p>
    <w:p w14:paraId="0ED7639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ccccaaggtt tacccaataa tactgcgtct tggttcaccg ctctcactca acatggcaag</w:t>
      </w:r>
    </w:p>
    <w:p w14:paraId="78145645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gaagacctta aattccctcg aggacaaggc gttccaatta acaccaatag cagtccagat</w:t>
      </w:r>
    </w:p>
    <w:p w14:paraId="3F3E7AA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gaccaaattg gctactaccg aagagctacc agacgaattc gtggtggtga cggtaaaatg</w:t>
      </w:r>
    </w:p>
    <w:p w14:paraId="5AF4D7A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aaagatctca gtccaagatg gtatttctac tacctaggaa ctgggccaga agctggactt</w:t>
      </w:r>
    </w:p>
    <w:p w14:paraId="7E01D9D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ccctatggtg ctaacaaaga cggcatcata tgggttgcaa ctgagggagc cttgaataca</w:t>
      </w:r>
    </w:p>
    <w:p w14:paraId="280FD5F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ccaaaagatc acattggcac ccgcaatcct gctaacaatg ctgcaatcgt gctacaactt</w:t>
      </w:r>
    </w:p>
    <w:p w14:paraId="0290471E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cctcaaggaa caacattgcc aaaaggcttc tacgcagaag ggagcagagg cggcagtcaa</w:t>
      </w:r>
    </w:p>
    <w:p w14:paraId="7404E9F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gcctcttctc gttcctcatc acgtagtcgc aacagttcaa gaaattcaac tccaggcagc</w:t>
      </w:r>
    </w:p>
    <w:p w14:paraId="7B909F0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agtaaacgaa cttctcctgc tagaatggct ggcaatggcg gtgatgctgc tcttgctttg</w:t>
      </w:r>
    </w:p>
    <w:p w14:paraId="7632529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ctgctgcttg acagattgaa ccagcttgag agcaaaatgt ctggtaaagg ccaacaacaa</w:t>
      </w:r>
    </w:p>
    <w:p w14:paraId="03968256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caaggccaaa ctgtcactaa gaaatctgct gctgaggctt ctaagaagcc tcggcaaaaa</w:t>
      </w:r>
    </w:p>
    <w:p w14:paraId="4012C1E2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28981 cgtactgcca ctaaagcata caatgtaaca caagctttcg gcagacgtgg tccagaacaa</w:t>
      </w:r>
    </w:p>
    <w:p w14:paraId="2AA4CE2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acccaaggaa attttgggga ccaggaacta atcagacaag gaactgatta caaacattgg</w:t>
      </w:r>
    </w:p>
    <w:p w14:paraId="0F845EFF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ccgcaaattg cacaatttgc ccccagcgct tcagcgttct tcggaatgtc gcgcattggc</w:t>
      </w:r>
    </w:p>
    <w:p w14:paraId="643D070B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atggaagtca caccttcggg aacgtggttg acctacacag gtgccatcaa attggatgac</w:t>
      </w:r>
    </w:p>
    <w:p w14:paraId="144429DC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aaaggtccaa atttcaaaga tcaagtcatt ttgctgaata agcatattga cgcatacaaa</w:t>
      </w:r>
    </w:p>
    <w:p w14:paraId="16068FE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acattcccac caacagagcc taaaaaggac aaaaagaaga aggctgatga aactcaagcc</w:t>
      </w:r>
    </w:p>
    <w:p w14:paraId="14CA4BA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ttaccgcaga gacagaagaa acagcaaact gtgactcttc ttcctgctgc agatttggat</w:t>
      </w:r>
    </w:p>
    <w:p w14:paraId="2FC455BA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gatttctcca aacaattgca acaatccatg agcagtgctg actcaactca ggcctaaact</w:t>
      </w:r>
    </w:p>
    <w:p w14:paraId="1A198C2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catgcagacc acacaaggca gatgggctat ataaacgttt tcgcttttcc gtttacgata</w:t>
      </w:r>
    </w:p>
    <w:p w14:paraId="61235863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tatagtctac tcttgtgcag aatgaattct cgtaactaca tagcacaagt agatgtagtt</w:t>
      </w:r>
    </w:p>
    <w:p w14:paraId="2402B717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aactttaatc tcacatagca atctttaatc agtgtgtaac attagggagg acttgaaaga</w:t>
      </w:r>
    </w:p>
    <w:p w14:paraId="1736C121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gccaccacat tttcaccgag gccacgcgga gtacgatcga gtgtacagtg aacaatgcta</w:t>
      </w:r>
    </w:p>
    <w:p w14:paraId="2A9BC550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gggagagctg cctatatgga agagccctaa tgtgtaaaat taattttagt agtgctatcc</w:t>
      </w:r>
    </w:p>
    <w:p w14:paraId="34ED5BFD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ccatgtgatt ttaatagctt cttagg</w:t>
      </w:r>
    </w:p>
    <w:p w14:paraId="10EECF28" w14:textId="77777777" w:rsidR="00D226C2" w:rsidRPr="00D226C2" w:rsidRDefault="00D226C2" w:rsidP="00D226C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226C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55A1B8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6C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226C2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1F1D56"/>
  <w15:chartTrackingRefBased/>
  <w15:docId w15:val="{84AB937F-AA7B-584E-8499-E01CC81E0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5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0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5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84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4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10838</Words>
  <Characters>61781</Characters>
  <Application>Microsoft Office Word</Application>
  <DocSecurity>0</DocSecurity>
  <Lines>514</Lines>
  <Paragraphs>144</Paragraphs>
  <ScaleCrop>false</ScaleCrop>
  <Company/>
  <LinksUpToDate>false</LinksUpToDate>
  <CharactersWithSpaces>72475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2023-02-02T01:47:00Z</dcterms:created>
  <dcterms:modified xsi:type="dcterms:W3CDTF">2023-02-02T01:47:00Z</dcterms:modified>
</cp:coreProperties>
</file>